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76" w:rsidRPr="001519C7" w:rsidRDefault="001E7576" w:rsidP="00A1650B">
      <w:pPr>
        <w:pStyle w:val="Title"/>
        <w:spacing w:line="312" w:lineRule="auto"/>
      </w:pPr>
      <w:r>
        <w:t>ЗАКОН УЛЬЯНОВСКОЙ ОБЛАСТИ</w:t>
      </w:r>
    </w:p>
    <w:p w:rsidR="001E7576" w:rsidRDefault="001E7576" w:rsidP="00742182">
      <w:pPr>
        <w:pStyle w:val="Title"/>
        <w:spacing w:line="312" w:lineRule="auto"/>
        <w:rPr>
          <w:b/>
        </w:rPr>
      </w:pPr>
    </w:p>
    <w:p w:rsidR="001E7576" w:rsidRDefault="001E7576" w:rsidP="00742182">
      <w:pPr>
        <w:pStyle w:val="Title"/>
        <w:spacing w:line="312" w:lineRule="auto"/>
        <w:rPr>
          <w:b/>
        </w:rPr>
      </w:pPr>
    </w:p>
    <w:p w:rsidR="001E7576" w:rsidRPr="001519C7" w:rsidRDefault="001E7576" w:rsidP="00742182">
      <w:pPr>
        <w:pStyle w:val="Title"/>
        <w:spacing w:line="312" w:lineRule="auto"/>
        <w:rPr>
          <w:b/>
        </w:rPr>
      </w:pPr>
    </w:p>
    <w:p w:rsidR="001E7576" w:rsidRPr="001519C7" w:rsidRDefault="001E7576" w:rsidP="00742182">
      <w:pPr>
        <w:pStyle w:val="Title"/>
        <w:spacing w:line="312" w:lineRule="auto"/>
        <w:rPr>
          <w:b/>
        </w:rPr>
      </w:pPr>
    </w:p>
    <w:p w:rsidR="001E7576" w:rsidRDefault="001E7576" w:rsidP="003D5E6D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 xml:space="preserve">Об утверждении отчёта о результатах приватизации </w:t>
      </w:r>
    </w:p>
    <w:p w:rsidR="001E7576" w:rsidRPr="00211E88" w:rsidRDefault="001E7576" w:rsidP="003D5E6D">
      <w:pPr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государственного имущества</w:t>
      </w:r>
      <w:r>
        <w:rPr>
          <w:b/>
          <w:bCs/>
          <w:sz w:val="28"/>
          <w:szCs w:val="28"/>
        </w:rPr>
        <w:t xml:space="preserve"> </w:t>
      </w:r>
      <w:r w:rsidRPr="00211E88">
        <w:rPr>
          <w:b/>
          <w:bCs/>
          <w:sz w:val="28"/>
          <w:szCs w:val="28"/>
        </w:rPr>
        <w:t>Ульяновской области за 201</w:t>
      </w:r>
      <w:r>
        <w:rPr>
          <w:b/>
          <w:bCs/>
          <w:sz w:val="28"/>
          <w:szCs w:val="28"/>
        </w:rPr>
        <w:t>5</w:t>
      </w:r>
      <w:r w:rsidRPr="00211E88">
        <w:rPr>
          <w:b/>
          <w:bCs/>
          <w:sz w:val="28"/>
          <w:szCs w:val="28"/>
        </w:rPr>
        <w:t xml:space="preserve"> год</w:t>
      </w:r>
    </w:p>
    <w:p w:rsidR="001E7576" w:rsidRPr="00211E88" w:rsidRDefault="001E7576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E7576" w:rsidRPr="00211E88" w:rsidRDefault="001E7576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E7576" w:rsidRPr="00455F89" w:rsidRDefault="001E7576" w:rsidP="00742182">
      <w:pPr>
        <w:spacing w:line="312" w:lineRule="auto"/>
        <w:ind w:firstLine="70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Принят Законодательным Собранием Ульяновской области 26 мая 2016 года</w:t>
      </w:r>
    </w:p>
    <w:p w:rsidR="001E7576" w:rsidRDefault="001E7576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E7576" w:rsidRDefault="001E7576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E7576" w:rsidRPr="00211E88" w:rsidRDefault="001E7576" w:rsidP="00742182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1E7576" w:rsidRPr="000F217E" w:rsidRDefault="001E7576" w:rsidP="00026BFF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0F217E">
        <w:rPr>
          <w:spacing w:val="-4"/>
          <w:sz w:val="28"/>
          <w:szCs w:val="28"/>
        </w:rPr>
        <w:t>В соответствии со статьёй 19 Закона Ульяновской области от 6 мая 2002 года № 020-ЗО «О порядке управления и распоряжения государственной собствен</w:t>
      </w:r>
      <w:r>
        <w:rPr>
          <w:spacing w:val="-4"/>
          <w:sz w:val="28"/>
          <w:szCs w:val="28"/>
        </w:rPr>
        <w:t>-</w:t>
      </w:r>
      <w:r w:rsidRPr="000F217E">
        <w:rPr>
          <w:spacing w:val="-4"/>
          <w:sz w:val="28"/>
          <w:szCs w:val="28"/>
        </w:rPr>
        <w:t>ностью Ульяновской области» утвердить отчёт о результатах приватизации гос</w:t>
      </w:r>
      <w:r w:rsidRPr="000F217E">
        <w:rPr>
          <w:spacing w:val="-4"/>
          <w:sz w:val="28"/>
          <w:szCs w:val="28"/>
        </w:rPr>
        <w:t>у</w:t>
      </w:r>
      <w:r w:rsidRPr="000F217E">
        <w:rPr>
          <w:spacing w:val="-4"/>
          <w:sz w:val="28"/>
          <w:szCs w:val="28"/>
        </w:rPr>
        <w:t>дарственного имущества Ульяновской области за 2015 год (прилагается).</w:t>
      </w:r>
    </w:p>
    <w:p w:rsidR="001E7576" w:rsidRPr="00744B94" w:rsidRDefault="001E7576" w:rsidP="00665E05">
      <w:pPr>
        <w:rPr>
          <w:sz w:val="16"/>
          <w:szCs w:val="28"/>
        </w:rPr>
      </w:pPr>
    </w:p>
    <w:p w:rsidR="001E7576" w:rsidRPr="00211E88" w:rsidRDefault="001E7576" w:rsidP="00665E05">
      <w:pPr>
        <w:rPr>
          <w:sz w:val="28"/>
          <w:szCs w:val="28"/>
        </w:rPr>
      </w:pPr>
    </w:p>
    <w:p w:rsidR="001E7576" w:rsidRDefault="001E7576" w:rsidP="00665E05">
      <w:pPr>
        <w:ind w:firstLine="709"/>
        <w:jc w:val="right"/>
        <w:rPr>
          <w:sz w:val="28"/>
          <w:szCs w:val="28"/>
        </w:rPr>
      </w:pPr>
    </w:p>
    <w:p w:rsidR="001E7576" w:rsidRPr="00125B02" w:rsidRDefault="001E7576" w:rsidP="003C001C">
      <w:pPr>
        <w:rPr>
          <w:b/>
          <w:sz w:val="28"/>
          <w:szCs w:val="28"/>
        </w:rPr>
      </w:pPr>
      <w:r w:rsidRPr="00125B02">
        <w:rPr>
          <w:b/>
          <w:sz w:val="28"/>
          <w:szCs w:val="28"/>
        </w:rPr>
        <w:t>Временно исполняющий обязанности</w:t>
      </w:r>
    </w:p>
    <w:p w:rsidR="001E7576" w:rsidRPr="00125B02" w:rsidRDefault="001E7576" w:rsidP="003C001C">
      <w:pPr>
        <w:rPr>
          <w:b/>
          <w:sz w:val="28"/>
          <w:szCs w:val="28"/>
        </w:rPr>
      </w:pPr>
      <w:r w:rsidRPr="00125B02">
        <w:rPr>
          <w:b/>
          <w:sz w:val="28"/>
          <w:szCs w:val="28"/>
        </w:rPr>
        <w:t xml:space="preserve">Губернатора Ульяновской области </w:t>
      </w:r>
      <w:r w:rsidRPr="00125B02">
        <w:rPr>
          <w:b/>
          <w:sz w:val="28"/>
          <w:szCs w:val="28"/>
        </w:rPr>
        <w:tab/>
      </w:r>
      <w:r w:rsidRPr="00125B02">
        <w:rPr>
          <w:b/>
          <w:sz w:val="28"/>
          <w:szCs w:val="28"/>
        </w:rPr>
        <w:tab/>
      </w:r>
      <w:r w:rsidRPr="00125B02">
        <w:rPr>
          <w:b/>
          <w:sz w:val="28"/>
          <w:szCs w:val="28"/>
        </w:rPr>
        <w:tab/>
      </w:r>
      <w:r w:rsidRPr="00125B02">
        <w:rPr>
          <w:b/>
          <w:sz w:val="28"/>
          <w:szCs w:val="28"/>
        </w:rPr>
        <w:tab/>
      </w:r>
      <w:r w:rsidRPr="00125B0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125B02">
        <w:rPr>
          <w:b/>
          <w:sz w:val="28"/>
          <w:szCs w:val="28"/>
        </w:rPr>
        <w:t>С.И.Морозов</w:t>
      </w:r>
    </w:p>
    <w:p w:rsidR="001E7576" w:rsidRPr="00125B02" w:rsidRDefault="001E7576" w:rsidP="00665E05">
      <w:pPr>
        <w:ind w:firstLine="709"/>
        <w:rPr>
          <w:b/>
          <w:sz w:val="16"/>
          <w:szCs w:val="28"/>
        </w:rPr>
      </w:pPr>
    </w:p>
    <w:p w:rsidR="001E7576" w:rsidRPr="00211E88" w:rsidRDefault="001E7576" w:rsidP="000F217E">
      <w:pPr>
        <w:ind w:firstLine="709"/>
        <w:jc w:val="both"/>
        <w:rPr>
          <w:sz w:val="28"/>
          <w:szCs w:val="28"/>
        </w:rPr>
      </w:pPr>
    </w:p>
    <w:p w:rsidR="001E7576" w:rsidRPr="00211E88" w:rsidRDefault="001E7576" w:rsidP="000F217E">
      <w:pPr>
        <w:jc w:val="center"/>
        <w:rPr>
          <w:sz w:val="28"/>
          <w:szCs w:val="28"/>
        </w:rPr>
      </w:pPr>
    </w:p>
    <w:p w:rsidR="001E7576" w:rsidRPr="00211E88" w:rsidRDefault="001E7576" w:rsidP="000F217E">
      <w:pPr>
        <w:jc w:val="center"/>
        <w:rPr>
          <w:sz w:val="28"/>
          <w:szCs w:val="28"/>
        </w:rPr>
      </w:pPr>
      <w:r w:rsidRPr="00211E88">
        <w:rPr>
          <w:sz w:val="28"/>
          <w:szCs w:val="28"/>
        </w:rPr>
        <w:t>г. Ульяновск</w:t>
      </w:r>
    </w:p>
    <w:p w:rsidR="001E7576" w:rsidRDefault="001E7576" w:rsidP="000F21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31 мая </w:t>
      </w:r>
      <w:smartTag w:uri="urn:schemas-microsoft-com:office:smarttags" w:element="metricconverter">
        <w:smartTagPr>
          <w:attr w:name="ProductID" w:val="2016 г"/>
        </w:smartTagPr>
        <w:r w:rsidRPr="00211E88">
          <w:rPr>
            <w:sz w:val="28"/>
            <w:szCs w:val="28"/>
          </w:rPr>
          <w:t>201</w:t>
        </w:r>
        <w:r>
          <w:rPr>
            <w:sz w:val="28"/>
            <w:szCs w:val="28"/>
          </w:rPr>
          <w:t>6</w:t>
        </w:r>
        <w:r w:rsidRPr="00211E88">
          <w:rPr>
            <w:sz w:val="28"/>
            <w:szCs w:val="28"/>
          </w:rPr>
          <w:t xml:space="preserve"> г</w:t>
        </w:r>
      </w:smartTag>
      <w:r w:rsidRPr="00211E88">
        <w:rPr>
          <w:sz w:val="28"/>
          <w:szCs w:val="28"/>
        </w:rPr>
        <w:t>.</w:t>
      </w:r>
    </w:p>
    <w:p w:rsidR="001E7576" w:rsidRPr="00211E88" w:rsidRDefault="001E7576" w:rsidP="000F217E">
      <w:pPr>
        <w:jc w:val="center"/>
        <w:rPr>
          <w:sz w:val="28"/>
          <w:szCs w:val="28"/>
        </w:rPr>
      </w:pPr>
      <w:r>
        <w:rPr>
          <w:sz w:val="28"/>
          <w:szCs w:val="28"/>
        </w:rPr>
        <w:t>№ 67</w:t>
      </w:r>
      <w:r w:rsidRPr="00211E88">
        <w:rPr>
          <w:sz w:val="28"/>
          <w:szCs w:val="28"/>
        </w:rPr>
        <w:t>-ЗО</w:t>
      </w:r>
    </w:p>
    <w:p w:rsidR="001E7576" w:rsidRPr="00211E88" w:rsidRDefault="001E7576" w:rsidP="00742182">
      <w:pPr>
        <w:spacing w:line="204" w:lineRule="auto"/>
        <w:ind w:left="4859"/>
        <w:jc w:val="center"/>
        <w:rPr>
          <w:sz w:val="28"/>
          <w:szCs w:val="28"/>
        </w:rPr>
      </w:pPr>
    </w:p>
    <w:p w:rsidR="001E7576" w:rsidRPr="00211E88" w:rsidRDefault="001E7576" w:rsidP="00742182">
      <w:pPr>
        <w:spacing w:line="204" w:lineRule="auto"/>
        <w:ind w:left="4859"/>
        <w:jc w:val="center"/>
        <w:rPr>
          <w:sz w:val="28"/>
          <w:szCs w:val="28"/>
        </w:rPr>
      </w:pPr>
    </w:p>
    <w:p w:rsidR="001E7576" w:rsidRPr="00211E88" w:rsidRDefault="001E7576" w:rsidP="00A06E4B">
      <w:pPr>
        <w:spacing w:line="360" w:lineRule="auto"/>
        <w:ind w:left="5245"/>
        <w:rPr>
          <w:caps/>
          <w:sz w:val="28"/>
          <w:szCs w:val="28"/>
        </w:rPr>
        <w:sectPr w:rsidR="001E7576" w:rsidRPr="00211E88" w:rsidSect="00125B02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1134" w:right="680" w:bottom="1134" w:left="1418" w:header="709" w:footer="709" w:gutter="0"/>
          <w:pgNumType w:start="0"/>
          <w:cols w:space="709"/>
          <w:noEndnote/>
          <w:titlePg/>
        </w:sectPr>
      </w:pPr>
    </w:p>
    <w:p w:rsidR="001E7576" w:rsidRDefault="001E7576" w:rsidP="00665E05">
      <w:pPr>
        <w:ind w:left="5670"/>
        <w:jc w:val="center"/>
        <w:rPr>
          <w:caps/>
          <w:sz w:val="28"/>
          <w:szCs w:val="28"/>
        </w:rPr>
      </w:pPr>
      <w:r w:rsidRPr="00211E88">
        <w:rPr>
          <w:caps/>
          <w:sz w:val="28"/>
          <w:szCs w:val="28"/>
        </w:rPr>
        <w:t>Утверждён</w:t>
      </w:r>
    </w:p>
    <w:p w:rsidR="001E7576" w:rsidRPr="00211E88" w:rsidRDefault="001E7576" w:rsidP="00665E05">
      <w:pPr>
        <w:ind w:left="5670"/>
        <w:jc w:val="center"/>
        <w:rPr>
          <w:caps/>
          <w:sz w:val="28"/>
          <w:szCs w:val="28"/>
        </w:rPr>
      </w:pPr>
    </w:p>
    <w:p w:rsidR="001E7576" w:rsidRPr="00211E88" w:rsidRDefault="001E7576" w:rsidP="00665E0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Законом Ульяновской области</w:t>
      </w:r>
    </w:p>
    <w:p w:rsidR="001E7576" w:rsidRPr="00211E88" w:rsidRDefault="001E7576" w:rsidP="00665E0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«Об утверждении отчёта</w:t>
      </w:r>
    </w:p>
    <w:p w:rsidR="001E7576" w:rsidRPr="00211E88" w:rsidRDefault="001E7576" w:rsidP="00665E0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о результатах приватизации</w:t>
      </w:r>
    </w:p>
    <w:p w:rsidR="001E7576" w:rsidRPr="00211E88" w:rsidRDefault="001E7576" w:rsidP="00665E0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государственного имущества</w:t>
      </w:r>
    </w:p>
    <w:p w:rsidR="001E7576" w:rsidRPr="00211E88" w:rsidRDefault="001E7576" w:rsidP="00665E05">
      <w:pPr>
        <w:adjustRightInd w:val="0"/>
        <w:ind w:left="567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Ульяновской области за 201</w:t>
      </w:r>
      <w:r>
        <w:rPr>
          <w:sz w:val="28"/>
          <w:szCs w:val="28"/>
        </w:rPr>
        <w:t>5</w:t>
      </w:r>
      <w:r w:rsidRPr="00211E88">
        <w:rPr>
          <w:sz w:val="28"/>
          <w:szCs w:val="28"/>
        </w:rPr>
        <w:t xml:space="preserve"> год»</w:t>
      </w:r>
    </w:p>
    <w:p w:rsidR="001E7576" w:rsidRDefault="001E7576" w:rsidP="00900704">
      <w:pPr>
        <w:adjustRightInd w:val="0"/>
        <w:rPr>
          <w:sz w:val="28"/>
          <w:szCs w:val="28"/>
        </w:rPr>
      </w:pPr>
    </w:p>
    <w:p w:rsidR="001E7576" w:rsidRPr="00211E88" w:rsidRDefault="001E7576" w:rsidP="00900704">
      <w:pPr>
        <w:adjustRightInd w:val="0"/>
        <w:rPr>
          <w:sz w:val="28"/>
          <w:szCs w:val="28"/>
        </w:rPr>
      </w:pPr>
    </w:p>
    <w:p w:rsidR="001E7576" w:rsidRPr="00211E88" w:rsidRDefault="001E7576" w:rsidP="00900704">
      <w:pPr>
        <w:adjustRightInd w:val="0"/>
        <w:rPr>
          <w:sz w:val="28"/>
          <w:szCs w:val="28"/>
        </w:rPr>
      </w:pPr>
    </w:p>
    <w:p w:rsidR="001E7576" w:rsidRPr="00211E88" w:rsidRDefault="001E7576" w:rsidP="00900704">
      <w:pPr>
        <w:pStyle w:val="ConsPlusTitle"/>
        <w:widowControl/>
        <w:jc w:val="center"/>
        <w:outlineLvl w:val="0"/>
      </w:pPr>
      <w:r w:rsidRPr="00211E88">
        <w:t xml:space="preserve">ОТЧЁТ </w:t>
      </w:r>
    </w:p>
    <w:p w:rsidR="001E7576" w:rsidRPr="00211E88" w:rsidRDefault="001E7576" w:rsidP="00900704">
      <w:pPr>
        <w:pStyle w:val="ConsPlusTitle"/>
        <w:widowControl/>
        <w:tabs>
          <w:tab w:val="left" w:pos="9720"/>
        </w:tabs>
        <w:jc w:val="center"/>
        <w:outlineLvl w:val="0"/>
      </w:pPr>
      <w:r w:rsidRPr="00211E88">
        <w:t>о результатах приватизации государственного имущества</w:t>
      </w:r>
    </w:p>
    <w:p w:rsidR="001E7576" w:rsidRPr="00211E88" w:rsidRDefault="001E7576" w:rsidP="00900704">
      <w:pPr>
        <w:pStyle w:val="ConsPlusTitle"/>
        <w:widowControl/>
        <w:tabs>
          <w:tab w:val="left" w:pos="9720"/>
        </w:tabs>
        <w:jc w:val="center"/>
        <w:outlineLvl w:val="0"/>
      </w:pPr>
      <w:r w:rsidRPr="00211E88">
        <w:t>Ульяновской области за 201</w:t>
      </w:r>
      <w:r>
        <w:t>5</w:t>
      </w:r>
      <w:r w:rsidRPr="00211E88">
        <w:t xml:space="preserve"> год</w:t>
      </w:r>
    </w:p>
    <w:p w:rsidR="001E7576" w:rsidRPr="00211E88" w:rsidRDefault="001E7576" w:rsidP="00900704">
      <w:pPr>
        <w:adjustRightInd w:val="0"/>
        <w:jc w:val="both"/>
        <w:outlineLvl w:val="0"/>
        <w:rPr>
          <w:sz w:val="28"/>
          <w:szCs w:val="28"/>
        </w:rPr>
      </w:pPr>
    </w:p>
    <w:p w:rsidR="001E7576" w:rsidRPr="00211E88" w:rsidRDefault="001E7576" w:rsidP="00900704">
      <w:pPr>
        <w:adjustRightInd w:val="0"/>
        <w:spacing w:line="360" w:lineRule="auto"/>
        <w:ind w:firstLine="540"/>
        <w:jc w:val="both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 xml:space="preserve">В соответствии с Законом Ульяновской области от </w:t>
      </w:r>
      <w:r>
        <w:rPr>
          <w:sz w:val="28"/>
          <w:szCs w:val="28"/>
        </w:rPr>
        <w:t>2</w:t>
      </w:r>
      <w:r w:rsidRPr="00211E88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211E88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211E88">
        <w:rPr>
          <w:sz w:val="28"/>
          <w:szCs w:val="28"/>
        </w:rPr>
        <w:t xml:space="preserve"> года </w:t>
      </w:r>
      <w:r w:rsidRPr="00211E88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>192</w:t>
      </w:r>
      <w:r w:rsidRPr="00211E88">
        <w:rPr>
          <w:sz w:val="28"/>
          <w:szCs w:val="28"/>
        </w:rPr>
        <w:t>-ЗО «О Прогнозном плане (программе) приватизации государственного имущества Ульяновской области на 201</w:t>
      </w:r>
      <w:r>
        <w:rPr>
          <w:sz w:val="28"/>
          <w:szCs w:val="28"/>
        </w:rPr>
        <w:t>5</w:t>
      </w:r>
      <w:r w:rsidRPr="00211E88">
        <w:rPr>
          <w:sz w:val="28"/>
          <w:szCs w:val="28"/>
        </w:rPr>
        <w:t xml:space="preserve"> год и основных направлениях политики Ульяновской области в сфере приватизации на 201</w:t>
      </w:r>
      <w:r>
        <w:rPr>
          <w:sz w:val="28"/>
          <w:szCs w:val="28"/>
        </w:rPr>
        <w:t>5</w:t>
      </w:r>
      <w:r w:rsidRPr="00211E88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211E88">
        <w:rPr>
          <w:sz w:val="28"/>
          <w:szCs w:val="28"/>
        </w:rPr>
        <w:t xml:space="preserve"> годы» в 201</w:t>
      </w:r>
      <w:r>
        <w:rPr>
          <w:sz w:val="28"/>
          <w:szCs w:val="28"/>
        </w:rPr>
        <w:t>5</w:t>
      </w:r>
      <w:r w:rsidRPr="00211E88">
        <w:rPr>
          <w:sz w:val="28"/>
          <w:szCs w:val="28"/>
        </w:rPr>
        <w:t xml:space="preserve"> году пр</w:t>
      </w:r>
      <w:r w:rsidRPr="00211E88">
        <w:rPr>
          <w:sz w:val="28"/>
          <w:szCs w:val="28"/>
        </w:rPr>
        <w:t>и</w:t>
      </w:r>
      <w:r w:rsidRPr="00211E88">
        <w:rPr>
          <w:sz w:val="28"/>
          <w:szCs w:val="28"/>
        </w:rPr>
        <w:t>ватизированы:</w:t>
      </w:r>
    </w:p>
    <w:p w:rsidR="001E7576" w:rsidRPr="00211E88" w:rsidRDefault="001E7576" w:rsidP="00EC3C02">
      <w:pPr>
        <w:adjustRightInd w:val="0"/>
        <w:spacing w:line="360" w:lineRule="auto"/>
        <w:ind w:firstLine="540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1) недвижимое </w:t>
      </w:r>
      <w:r w:rsidRPr="00211E88">
        <w:rPr>
          <w:bCs/>
          <w:sz w:val="28"/>
          <w:szCs w:val="28"/>
        </w:rPr>
        <w:t>имущество</w:t>
      </w:r>
      <w:r>
        <w:rPr>
          <w:bCs/>
          <w:sz w:val="28"/>
          <w:szCs w:val="28"/>
        </w:rPr>
        <w:t xml:space="preserve"> Ульяновской области</w:t>
      </w:r>
      <w:r w:rsidRPr="00211E88">
        <w:rPr>
          <w:bCs/>
          <w:sz w:val="28"/>
          <w:szCs w:val="28"/>
        </w:rPr>
        <w:t>:</w:t>
      </w:r>
    </w:p>
    <w:tbl>
      <w:tblPr>
        <w:tblW w:w="990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743"/>
        <w:gridCol w:w="2160"/>
        <w:gridCol w:w="1384"/>
        <w:gridCol w:w="1073"/>
      </w:tblGrid>
      <w:tr w:rsidR="001E7576" w:rsidRPr="00135E4C" w:rsidTr="00665E05">
        <w:trPr>
          <w:cantSplit/>
          <w:trHeight w:val="612"/>
        </w:trPr>
        <w:tc>
          <w:tcPr>
            <w:tcW w:w="540" w:type="dxa"/>
            <w:vAlign w:val="center"/>
          </w:tcPr>
          <w:p w:rsidR="001E7576" w:rsidRPr="00135E4C" w:rsidRDefault="001E7576" w:rsidP="00665E0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135E4C">
              <w:rPr>
                <w:snapToGrid w:val="0"/>
                <w:sz w:val="26"/>
                <w:szCs w:val="26"/>
              </w:rPr>
              <w:t>№</w:t>
            </w:r>
          </w:p>
          <w:p w:rsidR="001E7576" w:rsidRPr="00135E4C" w:rsidRDefault="001E7576" w:rsidP="00665E05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135E4C">
              <w:rPr>
                <w:snapToGrid w:val="0"/>
                <w:sz w:val="26"/>
                <w:szCs w:val="26"/>
              </w:rPr>
              <w:t>п/п</w:t>
            </w:r>
          </w:p>
        </w:tc>
        <w:tc>
          <w:tcPr>
            <w:tcW w:w="4743" w:type="dxa"/>
            <w:vAlign w:val="center"/>
          </w:tcPr>
          <w:p w:rsidR="001E7576" w:rsidRDefault="001E7576" w:rsidP="00665E05">
            <w:pPr>
              <w:spacing w:line="264" w:lineRule="auto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Характеристика недвижимого</w:t>
            </w:r>
          </w:p>
          <w:p w:rsidR="001E7576" w:rsidRPr="00135E4C" w:rsidRDefault="001E7576" w:rsidP="00665E05">
            <w:pPr>
              <w:spacing w:line="264" w:lineRule="auto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имущества</w:t>
            </w:r>
          </w:p>
        </w:tc>
        <w:tc>
          <w:tcPr>
            <w:tcW w:w="2160" w:type="dxa"/>
            <w:vAlign w:val="center"/>
          </w:tcPr>
          <w:p w:rsidR="001E7576" w:rsidRPr="00135E4C" w:rsidRDefault="001E7576" w:rsidP="00665E05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Способ</w:t>
            </w:r>
          </w:p>
          <w:p w:rsidR="001E7576" w:rsidRPr="00135E4C" w:rsidRDefault="001E7576" w:rsidP="00665E05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приватизации</w:t>
            </w:r>
          </w:p>
        </w:tc>
        <w:tc>
          <w:tcPr>
            <w:tcW w:w="1384" w:type="dxa"/>
            <w:vAlign w:val="center"/>
          </w:tcPr>
          <w:p w:rsidR="001E7576" w:rsidRPr="00135E4C" w:rsidRDefault="001E7576" w:rsidP="00665E05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Дата</w:t>
            </w:r>
          </w:p>
          <w:p w:rsidR="001E7576" w:rsidRPr="00135E4C" w:rsidRDefault="001E7576" w:rsidP="00665E05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приват</w:t>
            </w:r>
            <w:r w:rsidRPr="00135E4C">
              <w:rPr>
                <w:sz w:val="26"/>
                <w:szCs w:val="26"/>
              </w:rPr>
              <w:t>и</w:t>
            </w:r>
            <w:r w:rsidRPr="00135E4C">
              <w:rPr>
                <w:sz w:val="26"/>
                <w:szCs w:val="26"/>
              </w:rPr>
              <w:t>зации</w:t>
            </w:r>
          </w:p>
        </w:tc>
        <w:tc>
          <w:tcPr>
            <w:tcW w:w="1073" w:type="dxa"/>
            <w:vAlign w:val="center"/>
          </w:tcPr>
          <w:p w:rsidR="001E7576" w:rsidRPr="00135E4C" w:rsidRDefault="001E7576" w:rsidP="00665E05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Цена сделки, тыс. руб.</w:t>
            </w:r>
          </w:p>
        </w:tc>
      </w:tr>
    </w:tbl>
    <w:p w:rsidR="001E7576" w:rsidRPr="00FA1583" w:rsidRDefault="001E7576" w:rsidP="00730F7F">
      <w:pPr>
        <w:spacing w:line="14" w:lineRule="auto"/>
        <w:rPr>
          <w:sz w:val="26"/>
          <w:szCs w:val="26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743"/>
        <w:gridCol w:w="2160"/>
        <w:gridCol w:w="1384"/>
        <w:gridCol w:w="1073"/>
      </w:tblGrid>
      <w:tr w:rsidR="001E7576" w:rsidRPr="00135E4C" w:rsidTr="00841019">
        <w:trPr>
          <w:trHeight w:val="57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8410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7576" w:rsidRPr="00135E4C" w:rsidRDefault="001E7576" w:rsidP="008410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7576" w:rsidRPr="00135E4C" w:rsidRDefault="001E7576" w:rsidP="008410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7576" w:rsidRPr="00135E4C" w:rsidRDefault="001E7576" w:rsidP="008410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576" w:rsidRPr="00135E4C" w:rsidRDefault="001E7576" w:rsidP="008410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E4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516D9C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Здание цеха по производству кирпича, назначение: нежилое, 1-этажное, общая площадь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z w:val="26"/>
                  <w:szCs w:val="26"/>
                </w:rPr>
                <w:t>94,8 кв. м</w:t>
              </w:r>
            </w:smartTag>
            <w:r w:rsidRPr="001134E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1134E4">
              <w:rPr>
                <w:sz w:val="26"/>
                <w:szCs w:val="26"/>
              </w:rPr>
              <w:t>инв. № 014442, лит. И, кадастровый номер: 73:24:011306:192, здание гаража на 22 автомобиля, назн</w:t>
            </w:r>
            <w:r w:rsidRPr="001134E4">
              <w:rPr>
                <w:sz w:val="26"/>
                <w:szCs w:val="26"/>
              </w:rPr>
              <w:t>а</w:t>
            </w:r>
            <w:r w:rsidRPr="001134E4">
              <w:rPr>
                <w:sz w:val="26"/>
                <w:szCs w:val="26"/>
              </w:rPr>
              <w:t xml:space="preserve">чение: </w:t>
            </w:r>
            <w:r w:rsidRPr="00E85368">
              <w:rPr>
                <w:spacing w:val="-6"/>
                <w:sz w:val="26"/>
                <w:szCs w:val="26"/>
              </w:rPr>
              <w:t>нежилое, общая площадь</w:t>
            </w:r>
            <w:r>
              <w:rPr>
                <w:spacing w:val="-6"/>
                <w:sz w:val="26"/>
                <w:szCs w:val="26"/>
              </w:rPr>
              <w:br/>
            </w:r>
            <w:r w:rsidRPr="00E85368">
              <w:rPr>
                <w:spacing w:val="-6"/>
                <w:sz w:val="26"/>
                <w:szCs w:val="26"/>
              </w:rPr>
              <w:t>1345,9 кв.</w:t>
            </w:r>
            <w:r w:rsidRPr="001134E4">
              <w:rPr>
                <w:sz w:val="26"/>
                <w:szCs w:val="26"/>
              </w:rPr>
              <w:t xml:space="preserve"> м, инв. № 014442, лит. Н, кад</w:t>
            </w:r>
            <w:r w:rsidRPr="001134E4">
              <w:rPr>
                <w:sz w:val="26"/>
                <w:szCs w:val="26"/>
              </w:rPr>
              <w:t>а</w:t>
            </w:r>
            <w:r w:rsidRPr="001134E4">
              <w:rPr>
                <w:sz w:val="26"/>
                <w:szCs w:val="26"/>
              </w:rPr>
              <w:t>стровый номер: 73:24:011306:195, Уль</w:t>
            </w:r>
            <w:r w:rsidRPr="001134E4">
              <w:rPr>
                <w:sz w:val="26"/>
                <w:szCs w:val="26"/>
              </w:rPr>
              <w:t>я</w:t>
            </w:r>
            <w:r w:rsidRPr="001134E4">
              <w:rPr>
                <w:sz w:val="26"/>
                <w:szCs w:val="26"/>
              </w:rPr>
              <w:t>новская область, г. Ульяновск,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>ул. Профсоюзная, № 48 и земельный участок</w:t>
            </w:r>
            <w:r>
              <w:rPr>
                <w:sz w:val="26"/>
                <w:szCs w:val="26"/>
              </w:rPr>
              <w:t xml:space="preserve"> </w:t>
            </w:r>
            <w:r w:rsidRPr="001134E4">
              <w:rPr>
                <w:sz w:val="26"/>
                <w:szCs w:val="26"/>
              </w:rPr>
              <w:t xml:space="preserve">общей площадью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z w:val="26"/>
                  <w:szCs w:val="26"/>
                </w:rPr>
                <w:t>5136 кв. м</w:t>
              </w:r>
            </w:smartTag>
            <w:r w:rsidRPr="001134E4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     </w:t>
            </w:r>
            <w:r w:rsidRPr="001134E4">
              <w:rPr>
                <w:sz w:val="26"/>
                <w:szCs w:val="26"/>
              </w:rPr>
              <w:t>кадастровый номер: 73:24:011401:76, Ульянов</w:t>
            </w:r>
            <w:r>
              <w:rPr>
                <w:sz w:val="26"/>
                <w:szCs w:val="26"/>
              </w:rPr>
              <w:t xml:space="preserve">ская </w:t>
            </w:r>
            <w:r w:rsidRPr="001134E4">
              <w:rPr>
                <w:sz w:val="26"/>
                <w:szCs w:val="26"/>
              </w:rPr>
              <w:t xml:space="preserve">область, г. Ульяновск, </w:t>
            </w:r>
            <w:r>
              <w:rPr>
                <w:sz w:val="26"/>
                <w:szCs w:val="26"/>
              </w:rPr>
              <w:t xml:space="preserve">     </w:t>
            </w:r>
            <w:r w:rsidRPr="001134E4">
              <w:rPr>
                <w:sz w:val="26"/>
                <w:szCs w:val="26"/>
              </w:rPr>
              <w:t>ул. Профсоюзная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 без объявления цены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23 ноября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1500,0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C4118C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Магазин, назначение: нежилое, 1 </w:t>
            </w:r>
            <w:r w:rsidRPr="001134E4">
              <w:rPr>
                <w:sz w:val="26"/>
                <w:szCs w:val="26"/>
              </w:rPr>
              <w:t>этаж</w:t>
            </w:r>
            <w:r>
              <w:rPr>
                <w:sz w:val="26"/>
                <w:szCs w:val="26"/>
              </w:rPr>
              <w:t xml:space="preserve">-ный, </w:t>
            </w:r>
            <w:r w:rsidRPr="001134E4">
              <w:rPr>
                <w:sz w:val="26"/>
                <w:szCs w:val="26"/>
              </w:rPr>
              <w:t>об</w:t>
            </w:r>
            <w:r>
              <w:rPr>
                <w:sz w:val="26"/>
                <w:szCs w:val="26"/>
              </w:rPr>
              <w:t xml:space="preserve">щая </w:t>
            </w:r>
            <w:r w:rsidRPr="001134E4">
              <w:rPr>
                <w:sz w:val="26"/>
                <w:szCs w:val="26"/>
              </w:rPr>
              <w:t>площадь</w:t>
            </w:r>
            <w:r>
              <w:rPr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z w:val="26"/>
                  <w:szCs w:val="26"/>
                </w:rPr>
                <w:t>200,3 кв. м</w:t>
              </w:r>
            </w:smartTag>
            <w:r w:rsidRPr="001134E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инв. № 001817, лит. А, </w:t>
            </w:r>
            <w:r w:rsidRPr="00E85368">
              <w:rPr>
                <w:spacing w:val="-4"/>
                <w:sz w:val="26"/>
                <w:szCs w:val="26"/>
              </w:rPr>
              <w:t>кадастровый н</w:t>
            </w:r>
            <w:r w:rsidRPr="00E85368">
              <w:rPr>
                <w:spacing w:val="-4"/>
                <w:sz w:val="26"/>
                <w:szCs w:val="26"/>
              </w:rPr>
              <w:t>о</w:t>
            </w:r>
            <w:r w:rsidRPr="00E85368">
              <w:rPr>
                <w:spacing w:val="-4"/>
                <w:sz w:val="26"/>
                <w:szCs w:val="26"/>
              </w:rPr>
              <w:t>мер: 73:07:050202:417</w:t>
            </w:r>
            <w:r w:rsidRPr="001134E4">
              <w:rPr>
                <w:sz w:val="26"/>
                <w:szCs w:val="26"/>
              </w:rPr>
              <w:t xml:space="preserve"> и земельный уч</w:t>
            </w:r>
            <w:r w:rsidRPr="001134E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сток общей </w:t>
            </w:r>
            <w:r w:rsidRPr="001134E4">
              <w:rPr>
                <w:sz w:val="26"/>
                <w:szCs w:val="26"/>
              </w:rPr>
              <w:t xml:space="preserve">площадью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z w:val="26"/>
                  <w:szCs w:val="26"/>
                </w:rPr>
                <w:t>454</w:t>
              </w:r>
              <w:r>
                <w:rPr>
                  <w:sz w:val="26"/>
                  <w:szCs w:val="26"/>
                </w:rPr>
                <w:t xml:space="preserve"> </w:t>
              </w:r>
              <w:r w:rsidRPr="001134E4">
                <w:rPr>
                  <w:sz w:val="26"/>
                  <w:szCs w:val="26"/>
                </w:rPr>
                <w:t>кв. м</w:t>
              </w:r>
            </w:smartTag>
            <w:r w:rsidRPr="001134E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>кадастровый номер</w:t>
            </w:r>
            <w:r>
              <w:rPr>
                <w:sz w:val="26"/>
                <w:szCs w:val="26"/>
              </w:rPr>
              <w:t>:</w:t>
            </w:r>
            <w:r w:rsidRPr="001134E4">
              <w:rPr>
                <w:sz w:val="26"/>
                <w:szCs w:val="26"/>
              </w:rPr>
              <w:t xml:space="preserve"> 73:07:050202:366, Ульяновская область, Майнский район, р.п. Майна, ул. 1 Колхозная, д. 77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 без объявления цены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23 ноября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112,0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Двухэтажное здание с пристроем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>и гаражом, назначение: нежилое,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общая площадь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z w:val="26"/>
                  <w:szCs w:val="26"/>
                </w:rPr>
                <w:t>20</w:t>
              </w:r>
              <w:r>
                <w:rPr>
                  <w:sz w:val="26"/>
                  <w:szCs w:val="26"/>
                </w:rPr>
                <w:t>50,64 кв. м</w:t>
              </w:r>
            </w:smartTag>
            <w:r>
              <w:rPr>
                <w:sz w:val="26"/>
                <w:szCs w:val="26"/>
              </w:rPr>
              <w:t>, литеры:</w:t>
            </w:r>
            <w:r>
              <w:rPr>
                <w:sz w:val="26"/>
                <w:szCs w:val="26"/>
              </w:rPr>
              <w:br/>
              <w:t xml:space="preserve">A, A1, А2, </w:t>
            </w:r>
            <w:r w:rsidRPr="001134E4">
              <w:rPr>
                <w:sz w:val="26"/>
                <w:szCs w:val="26"/>
              </w:rPr>
              <w:t xml:space="preserve">кадастровый номер: 73:04:030146:606 и земельный участок общей площадью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z w:val="26"/>
                  <w:szCs w:val="26"/>
                </w:rPr>
                <w:t>2087 кв. м</w:t>
              </w:r>
            </w:smartTag>
            <w:r w:rsidRPr="001134E4">
              <w:rPr>
                <w:sz w:val="26"/>
                <w:szCs w:val="26"/>
              </w:rPr>
              <w:t xml:space="preserve">, </w:t>
            </w:r>
            <w:r w:rsidRPr="001134E4">
              <w:rPr>
                <w:spacing w:val="-6"/>
                <w:sz w:val="26"/>
                <w:szCs w:val="26"/>
              </w:rPr>
              <w:t>кадастр</w:t>
            </w:r>
            <w:r w:rsidRPr="001134E4">
              <w:rPr>
                <w:spacing w:val="-6"/>
                <w:sz w:val="26"/>
                <w:szCs w:val="26"/>
              </w:rPr>
              <w:t>о</w:t>
            </w:r>
            <w:r w:rsidRPr="001134E4">
              <w:rPr>
                <w:spacing w:val="-6"/>
                <w:sz w:val="26"/>
                <w:szCs w:val="26"/>
              </w:rPr>
              <w:t>вый номер:</w:t>
            </w:r>
            <w:r w:rsidRPr="001134E4">
              <w:rPr>
                <w:sz w:val="26"/>
                <w:szCs w:val="26"/>
              </w:rPr>
              <w:t xml:space="preserve"> 73:04:030146:0063, Ульяно</w:t>
            </w:r>
            <w:r w:rsidRPr="001134E4">
              <w:rPr>
                <w:sz w:val="26"/>
                <w:szCs w:val="26"/>
              </w:rPr>
              <w:t>в</w:t>
            </w:r>
            <w:r w:rsidRPr="001134E4">
              <w:rPr>
                <w:sz w:val="26"/>
                <w:szCs w:val="26"/>
              </w:rPr>
              <w:t>ская область, Инзенский район, г. Инза, ул. Малиновского,</w:t>
            </w:r>
            <w:r>
              <w:rPr>
                <w:sz w:val="26"/>
                <w:szCs w:val="26"/>
              </w:rPr>
              <w:t xml:space="preserve"> </w:t>
            </w:r>
            <w:r w:rsidRPr="001134E4">
              <w:rPr>
                <w:sz w:val="26"/>
                <w:szCs w:val="26"/>
              </w:rPr>
              <w:t>д. 42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 без объявления цены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color w:val="FF0000"/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23 ноября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711,0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C411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Здание магазина хозяйственного, назн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чение: нежилое, 1-этажный, общая пл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216,6 кв. м"/>
              </w:smartTagPr>
              <w:r>
                <w:rPr>
                  <w:rFonts w:ascii="Times New Roman" w:hAnsi="Times New Roman" w:cs="Times New Roman"/>
                  <w:sz w:val="26"/>
                  <w:szCs w:val="26"/>
                </w:rPr>
                <w:t xml:space="preserve">125,6 кв. </w:t>
              </w:r>
              <w:r w:rsidRPr="001134E4">
                <w:rPr>
                  <w:rFonts w:ascii="Times New Roman" w:hAnsi="Times New Roman" w:cs="Times New Roman"/>
                  <w:sz w:val="26"/>
                  <w:szCs w:val="26"/>
                </w:rPr>
                <w:t>м</w:t>
              </w:r>
            </w:smartTag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 xml:space="preserve">инв. № 001536, лит. А, кадастровый номер: 73:10:020102:87 и земельный участок общей площадью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rFonts w:ascii="Times New Roman" w:hAnsi="Times New Roman" w:cs="Times New Roman"/>
                  <w:sz w:val="26"/>
                  <w:szCs w:val="26"/>
                </w:rPr>
                <w:t>1020 кв. м</w:t>
              </w:r>
            </w:smartTag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, кадастровый номер: 73:10:000000:32, Ульяновская область, Новомалыклинский район, с. Новоч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ремшанск, ул. Набережная, д. 1А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посредством публичного 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>предложения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25 ноября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426,0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Кордон, назначение: нежилое, 1-этажный, общая площадь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z w:val="26"/>
                  <w:szCs w:val="26"/>
                </w:rPr>
                <w:t>68,2 кв. м</w:t>
              </w:r>
            </w:smartTag>
            <w:r w:rsidRPr="001134E4">
              <w:rPr>
                <w:sz w:val="26"/>
                <w:szCs w:val="26"/>
              </w:rPr>
              <w:t xml:space="preserve">, инв. № 73:244:002:001753360, лит. А, </w:t>
            </w:r>
            <w:r w:rsidRPr="001134E4">
              <w:rPr>
                <w:spacing w:val="-8"/>
                <w:sz w:val="26"/>
                <w:szCs w:val="26"/>
              </w:rPr>
              <w:t>кадас</w:t>
            </w:r>
            <w:r w:rsidRPr="001134E4">
              <w:rPr>
                <w:spacing w:val="-8"/>
                <w:sz w:val="26"/>
                <w:szCs w:val="26"/>
              </w:rPr>
              <w:t>т</w:t>
            </w:r>
            <w:r w:rsidRPr="001134E4">
              <w:rPr>
                <w:spacing w:val="-8"/>
                <w:sz w:val="26"/>
                <w:szCs w:val="26"/>
              </w:rPr>
              <w:t>ровый номер:</w:t>
            </w:r>
            <w:r w:rsidRPr="001134E4">
              <w:rPr>
                <w:sz w:val="26"/>
                <w:szCs w:val="26"/>
              </w:rPr>
              <w:t xml:space="preserve"> 73:17:030403:339, Ульяно</w:t>
            </w:r>
            <w:r w:rsidRPr="001134E4">
              <w:rPr>
                <w:sz w:val="26"/>
                <w:szCs w:val="26"/>
              </w:rPr>
              <w:t>в</w:t>
            </w:r>
            <w:r w:rsidRPr="001134E4">
              <w:rPr>
                <w:sz w:val="26"/>
                <w:szCs w:val="26"/>
              </w:rPr>
              <w:t>ская область, Сурский район, квартал 65 Сурского лесничества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 на аукционе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3 декабря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142,3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665E05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 xml:space="preserve">Газопровод, назначение: нежилое,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тяжённость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rFonts w:ascii="Times New Roman" w:hAnsi="Times New Roman" w:cs="Times New Roman"/>
                  <w:sz w:val="26"/>
                  <w:szCs w:val="26"/>
                </w:rPr>
                <w:t>1660 м</w:t>
              </w:r>
            </w:smartTag>
            <w:r w:rsidRPr="001134E4">
              <w:rPr>
                <w:rFonts w:ascii="Times New Roman" w:hAnsi="Times New Roman" w:cs="Times New Roman"/>
                <w:sz w:val="26"/>
                <w:szCs w:val="26"/>
              </w:rPr>
              <w:t xml:space="preserve">,  лит. </w:t>
            </w:r>
            <w:r w:rsidRPr="001134E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1134E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, 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дастр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вый 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номер: 73:24:011206:351, распол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134E4">
              <w:rPr>
                <w:rFonts w:ascii="Times New Roman" w:hAnsi="Times New Roman" w:cs="Times New Roman"/>
                <w:sz w:val="26"/>
                <w:szCs w:val="26"/>
              </w:rPr>
              <w:t>женный по адресу: Ульяновская область, г. Ульяновск, от котельной «Южная» до базы по ул. Кольцевая, 50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>посредством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публичного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219,3</w:t>
            </w:r>
          </w:p>
        </w:tc>
      </w:tr>
      <w:tr w:rsidR="001E7576" w:rsidRPr="00135E4C" w:rsidTr="00C4118C">
        <w:trPr>
          <w:trHeight w:val="29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244625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Распределительный газопровод высок</w:t>
            </w:r>
            <w:r w:rsidRPr="001134E4">
              <w:rPr>
                <w:sz w:val="26"/>
                <w:szCs w:val="26"/>
              </w:rPr>
              <w:t>о</w:t>
            </w:r>
            <w:r w:rsidRPr="001134E4">
              <w:rPr>
                <w:sz w:val="26"/>
                <w:szCs w:val="26"/>
              </w:rPr>
              <w:t>го и низкого давления в пос. Тимирязе</w:t>
            </w:r>
            <w:r w:rsidRPr="001134E4">
              <w:rPr>
                <w:sz w:val="26"/>
                <w:szCs w:val="26"/>
              </w:rPr>
              <w:t>в</w:t>
            </w:r>
            <w:r w:rsidRPr="001134E4">
              <w:rPr>
                <w:sz w:val="26"/>
                <w:szCs w:val="26"/>
              </w:rPr>
              <w:t>ский, назначение: распределительный газопровод высокого и низкого давления в пос. Тимирязев</w:t>
            </w:r>
            <w:r>
              <w:rPr>
                <w:sz w:val="26"/>
                <w:szCs w:val="26"/>
              </w:rPr>
              <w:t>ский, протяжё</w:t>
            </w:r>
            <w:r w:rsidRPr="001134E4">
              <w:rPr>
                <w:sz w:val="26"/>
                <w:szCs w:val="26"/>
              </w:rPr>
              <w:t xml:space="preserve">нность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z w:val="26"/>
                  <w:szCs w:val="26"/>
                </w:rPr>
                <w:t>590,2 м</w:t>
              </w:r>
            </w:smartTag>
            <w:r w:rsidRPr="001134E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1134E4">
              <w:rPr>
                <w:sz w:val="26"/>
                <w:szCs w:val="26"/>
              </w:rPr>
              <w:t xml:space="preserve">инв. </w:t>
            </w:r>
            <w:r>
              <w:rPr>
                <w:sz w:val="26"/>
                <w:szCs w:val="26"/>
              </w:rPr>
              <w:t xml:space="preserve">№ 73:252:002:001754030, лит. 1, </w:t>
            </w:r>
            <w:r w:rsidRPr="001134E4">
              <w:rPr>
                <w:sz w:val="26"/>
                <w:szCs w:val="26"/>
              </w:rPr>
              <w:t>к</w:t>
            </w:r>
            <w:r>
              <w:rPr>
                <w:spacing w:val="-8"/>
                <w:sz w:val="26"/>
                <w:szCs w:val="26"/>
              </w:rPr>
              <w:t xml:space="preserve">адастровый </w:t>
            </w:r>
            <w:r w:rsidRPr="00D27A65">
              <w:rPr>
                <w:spacing w:val="-8"/>
                <w:sz w:val="26"/>
                <w:szCs w:val="26"/>
              </w:rPr>
              <w:t>номер:</w:t>
            </w:r>
            <w:r>
              <w:rPr>
                <w:spacing w:val="-8"/>
                <w:sz w:val="26"/>
                <w:szCs w:val="26"/>
              </w:rPr>
              <w:t xml:space="preserve"> </w:t>
            </w:r>
            <w:r w:rsidRPr="00D27A65">
              <w:rPr>
                <w:spacing w:val="-8"/>
                <w:sz w:val="26"/>
                <w:szCs w:val="26"/>
              </w:rPr>
              <w:t>73:19:013401:</w:t>
            </w:r>
            <w:r>
              <w:rPr>
                <w:spacing w:val="-8"/>
                <w:sz w:val="26"/>
                <w:szCs w:val="26"/>
              </w:rPr>
              <w:br/>
            </w:r>
            <w:r w:rsidRPr="00D27A65">
              <w:rPr>
                <w:spacing w:val="-8"/>
                <w:sz w:val="26"/>
                <w:szCs w:val="26"/>
              </w:rPr>
              <w:t>1077</w:t>
            </w:r>
            <w:r w:rsidRPr="001134E4">
              <w:rPr>
                <w:sz w:val="26"/>
                <w:szCs w:val="26"/>
              </w:rPr>
              <w:t>, Ульяновская область, Ульяновский район, пос. Тимирязевский, ул. Полевая, Школьная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>посредством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публичного предложения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291,1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244625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Газопровод высокого давления от ГРП до котельной, назначение: не</w:t>
            </w:r>
            <w:r>
              <w:rPr>
                <w:sz w:val="26"/>
                <w:szCs w:val="26"/>
              </w:rPr>
              <w:t>жилое, пр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тяжё</w:t>
            </w:r>
            <w:r w:rsidRPr="001134E4">
              <w:rPr>
                <w:sz w:val="26"/>
                <w:szCs w:val="26"/>
              </w:rPr>
              <w:t xml:space="preserve">нность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z w:val="26"/>
                  <w:szCs w:val="26"/>
                </w:rPr>
                <w:t>149 м</w:t>
              </w:r>
            </w:smartTag>
            <w:r w:rsidRPr="001134E4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1134E4">
              <w:rPr>
                <w:sz w:val="26"/>
                <w:szCs w:val="26"/>
              </w:rPr>
              <w:t>инв. №</w:t>
            </w:r>
            <w:r>
              <w:rPr>
                <w:sz w:val="26"/>
                <w:szCs w:val="26"/>
              </w:rPr>
              <w:t xml:space="preserve"> 027758, лит. VIII-X, кадастровый </w:t>
            </w:r>
            <w:r w:rsidRPr="001134E4">
              <w:rPr>
                <w:sz w:val="26"/>
                <w:szCs w:val="26"/>
              </w:rPr>
              <w:t>номер:</w:t>
            </w:r>
            <w:r>
              <w:rPr>
                <w:sz w:val="26"/>
                <w:szCs w:val="26"/>
              </w:rPr>
              <w:t xml:space="preserve"> </w:t>
            </w:r>
            <w:r w:rsidRPr="001134E4">
              <w:rPr>
                <w:sz w:val="26"/>
                <w:szCs w:val="26"/>
              </w:rPr>
              <w:t>73:19: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>073001:22, Ульяновская область, город Улья</w:t>
            </w:r>
            <w:r>
              <w:rPr>
                <w:sz w:val="26"/>
                <w:szCs w:val="26"/>
              </w:rPr>
              <w:t xml:space="preserve">новск, посёлок </w:t>
            </w:r>
            <w:r w:rsidRPr="001134E4">
              <w:rPr>
                <w:sz w:val="26"/>
                <w:szCs w:val="26"/>
              </w:rPr>
              <w:t>Лесная</w:t>
            </w:r>
            <w:r>
              <w:rPr>
                <w:sz w:val="26"/>
                <w:szCs w:val="26"/>
              </w:rPr>
              <w:t xml:space="preserve"> </w:t>
            </w:r>
            <w:r w:rsidRPr="001134E4">
              <w:rPr>
                <w:sz w:val="26"/>
                <w:szCs w:val="26"/>
              </w:rPr>
              <w:t>Долина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государственного имущества 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>посредством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публичного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29,7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Газопровод высокого давления, назнач</w:t>
            </w:r>
            <w:r w:rsidRPr="001134E4">
              <w:rPr>
                <w:sz w:val="26"/>
                <w:szCs w:val="26"/>
              </w:rPr>
              <w:t>е</w:t>
            </w:r>
            <w:r w:rsidRPr="001134E4">
              <w:rPr>
                <w:sz w:val="26"/>
                <w:szCs w:val="26"/>
              </w:rPr>
              <w:t>ние: нежил</w:t>
            </w:r>
            <w:r>
              <w:rPr>
                <w:sz w:val="26"/>
                <w:szCs w:val="26"/>
              </w:rPr>
              <w:t xml:space="preserve">ое, протяжённость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>
                <w:rPr>
                  <w:sz w:val="26"/>
                  <w:szCs w:val="26"/>
                </w:rPr>
                <w:t>5354 м</w:t>
              </w:r>
            </w:smartTag>
            <w:r>
              <w:rPr>
                <w:sz w:val="26"/>
                <w:szCs w:val="26"/>
              </w:rPr>
              <w:t>, инв. №</w:t>
            </w:r>
            <w:r w:rsidRPr="001134E4">
              <w:rPr>
                <w:sz w:val="26"/>
                <w:szCs w:val="26"/>
              </w:rPr>
              <w:t xml:space="preserve"> 027758, лит. I-VII, кадастровый номер: 73:19:073001:23, Ульяновская о</w:t>
            </w:r>
            <w:r w:rsidRPr="001134E4">
              <w:rPr>
                <w:sz w:val="26"/>
                <w:szCs w:val="26"/>
              </w:rPr>
              <w:t>б</w:t>
            </w:r>
            <w:r w:rsidRPr="001134E4">
              <w:rPr>
                <w:sz w:val="26"/>
                <w:szCs w:val="26"/>
              </w:rPr>
              <w:t>ласть, город Улья</w:t>
            </w:r>
            <w:r>
              <w:rPr>
                <w:sz w:val="26"/>
                <w:szCs w:val="26"/>
              </w:rPr>
              <w:t>новск, посё</w:t>
            </w:r>
            <w:r w:rsidRPr="001134E4">
              <w:rPr>
                <w:sz w:val="26"/>
                <w:szCs w:val="26"/>
              </w:rPr>
              <w:t>лок Лесная Долина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посредством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публичного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402,6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DE4DC3" w:rsidRDefault="001E7576" w:rsidP="00841019">
            <w:pPr>
              <w:widowControl/>
              <w:adjustRightInd w:val="0"/>
              <w:jc w:val="both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Газопровод низкого давления, назнач</w:t>
            </w:r>
            <w:r w:rsidRPr="001134E4">
              <w:rPr>
                <w:sz w:val="26"/>
                <w:szCs w:val="26"/>
              </w:rPr>
              <w:t>е</w:t>
            </w:r>
            <w:r w:rsidRPr="001134E4">
              <w:rPr>
                <w:sz w:val="26"/>
                <w:szCs w:val="26"/>
              </w:rPr>
              <w:t>ние: нежило</w:t>
            </w:r>
            <w:r>
              <w:rPr>
                <w:sz w:val="26"/>
                <w:szCs w:val="26"/>
              </w:rPr>
              <w:t xml:space="preserve">е, протяжённость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>
                <w:rPr>
                  <w:sz w:val="26"/>
                  <w:szCs w:val="26"/>
                </w:rPr>
                <w:t>103,0 м</w:t>
              </w:r>
            </w:smartTag>
            <w:r>
              <w:rPr>
                <w:sz w:val="26"/>
                <w:szCs w:val="26"/>
              </w:rPr>
              <w:t>, инв. №</w:t>
            </w:r>
            <w:r w:rsidRPr="001134E4">
              <w:rPr>
                <w:sz w:val="26"/>
                <w:szCs w:val="26"/>
              </w:rPr>
              <w:t xml:space="preserve"> 000285, лит. I, кадастровый н</w:t>
            </w:r>
            <w:r w:rsidRPr="001134E4">
              <w:rPr>
                <w:sz w:val="26"/>
                <w:szCs w:val="26"/>
              </w:rPr>
              <w:t>о</w:t>
            </w:r>
            <w:r w:rsidRPr="001134E4">
              <w:rPr>
                <w:sz w:val="26"/>
                <w:szCs w:val="26"/>
              </w:rPr>
              <w:t>мер: 73:08:042701:1571, Ульяновская о</w:t>
            </w:r>
            <w:r w:rsidRPr="001134E4">
              <w:rPr>
                <w:sz w:val="26"/>
                <w:szCs w:val="26"/>
              </w:rPr>
              <w:t>б</w:t>
            </w:r>
            <w:r w:rsidRPr="001134E4">
              <w:rPr>
                <w:sz w:val="26"/>
                <w:szCs w:val="26"/>
              </w:rPr>
              <w:t>ласть, Мелекесский район, с. Рязаново, к жилым домам № 1, 2, 3 по ул. Почтовая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посредством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публичного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7,9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244625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134E4">
              <w:rPr>
                <w:snapToGrid w:val="0"/>
                <w:sz w:val="26"/>
                <w:szCs w:val="26"/>
              </w:rPr>
              <w:t>Газопровод-отвод высокого давления в с. Прислониха, наз</w:t>
            </w:r>
            <w:r>
              <w:rPr>
                <w:snapToGrid w:val="0"/>
                <w:sz w:val="26"/>
                <w:szCs w:val="26"/>
              </w:rPr>
              <w:t xml:space="preserve">начение: нежилое, протяжённость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>
                <w:rPr>
                  <w:snapToGrid w:val="0"/>
                  <w:sz w:val="26"/>
                  <w:szCs w:val="26"/>
                </w:rPr>
                <w:t xml:space="preserve">2458,5 </w:t>
              </w:r>
              <w:r w:rsidRPr="001134E4">
                <w:rPr>
                  <w:snapToGrid w:val="0"/>
                  <w:sz w:val="26"/>
                  <w:szCs w:val="26"/>
                </w:rPr>
                <w:t>м</w:t>
              </w:r>
            </w:smartTag>
            <w:r w:rsidRPr="001134E4">
              <w:rPr>
                <w:snapToGrid w:val="0"/>
                <w:sz w:val="26"/>
                <w:szCs w:val="26"/>
              </w:rPr>
              <w:t>,</w:t>
            </w:r>
            <w:r>
              <w:rPr>
                <w:snapToGrid w:val="0"/>
                <w:sz w:val="26"/>
                <w:szCs w:val="26"/>
              </w:rPr>
              <w:t xml:space="preserve"> инв. № 000143, лит. I, кадастровый </w:t>
            </w:r>
            <w:r w:rsidRPr="001134E4">
              <w:rPr>
                <w:snapToGrid w:val="0"/>
                <w:sz w:val="26"/>
                <w:szCs w:val="26"/>
              </w:rPr>
              <w:t>но</w:t>
            </w:r>
            <w:r>
              <w:rPr>
                <w:snapToGrid w:val="0"/>
                <w:sz w:val="26"/>
                <w:szCs w:val="26"/>
              </w:rPr>
              <w:t xml:space="preserve">мер: </w:t>
            </w:r>
            <w:r w:rsidRPr="001134E4">
              <w:rPr>
                <w:bCs/>
                <w:sz w:val="26"/>
                <w:szCs w:val="26"/>
              </w:rPr>
              <w:t>73:05:</w:t>
            </w:r>
            <w:r>
              <w:rPr>
                <w:bCs/>
                <w:sz w:val="26"/>
                <w:szCs w:val="26"/>
              </w:rPr>
              <w:br/>
            </w:r>
            <w:r w:rsidRPr="001134E4">
              <w:rPr>
                <w:bCs/>
                <w:sz w:val="26"/>
                <w:szCs w:val="26"/>
              </w:rPr>
              <w:t>021401:151</w:t>
            </w:r>
            <w:r w:rsidRPr="001134E4">
              <w:rPr>
                <w:snapToGrid w:val="0"/>
                <w:sz w:val="26"/>
                <w:szCs w:val="26"/>
              </w:rPr>
              <w:t>, Ульяновская область,</w:t>
            </w:r>
            <w:r>
              <w:rPr>
                <w:snapToGrid w:val="0"/>
                <w:sz w:val="26"/>
                <w:szCs w:val="26"/>
              </w:rPr>
              <w:br/>
            </w:r>
            <w:r w:rsidRPr="001134E4">
              <w:rPr>
                <w:snapToGrid w:val="0"/>
                <w:sz w:val="26"/>
                <w:szCs w:val="26"/>
              </w:rPr>
              <w:t>Кар</w:t>
            </w:r>
            <w:r>
              <w:rPr>
                <w:snapToGrid w:val="0"/>
                <w:sz w:val="26"/>
                <w:szCs w:val="26"/>
              </w:rPr>
              <w:t xml:space="preserve">сунский </w:t>
            </w:r>
            <w:r w:rsidRPr="001134E4">
              <w:rPr>
                <w:snapToGrid w:val="0"/>
                <w:sz w:val="26"/>
                <w:szCs w:val="26"/>
              </w:rPr>
              <w:t>район, с. Прислониха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посредством публичного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471,8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134E4">
              <w:rPr>
                <w:snapToGrid w:val="0"/>
                <w:sz w:val="26"/>
                <w:szCs w:val="26"/>
              </w:rPr>
              <w:t>Межпоселковый газопровод высокого давления с. Елховое Озеро. Внутрип</w:t>
            </w:r>
            <w:r w:rsidRPr="001134E4">
              <w:rPr>
                <w:snapToGrid w:val="0"/>
                <w:sz w:val="26"/>
                <w:szCs w:val="26"/>
              </w:rPr>
              <w:t>о</w:t>
            </w:r>
            <w:r w:rsidRPr="001134E4">
              <w:rPr>
                <w:snapToGrid w:val="0"/>
                <w:sz w:val="26"/>
                <w:szCs w:val="26"/>
              </w:rPr>
              <w:t>селковый газопровод с. Елховое Озеро, назначение: нефтяные и газовые соор</w:t>
            </w:r>
            <w:r w:rsidRPr="001134E4">
              <w:rPr>
                <w:snapToGrid w:val="0"/>
                <w:sz w:val="26"/>
                <w:szCs w:val="26"/>
              </w:rPr>
              <w:t>у</w:t>
            </w:r>
            <w:r w:rsidRPr="001134E4">
              <w:rPr>
                <w:snapToGrid w:val="0"/>
                <w:sz w:val="26"/>
                <w:szCs w:val="26"/>
              </w:rPr>
              <w:t xml:space="preserve">жения, протяжённость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napToGrid w:val="0"/>
                  <w:sz w:val="26"/>
                  <w:szCs w:val="26"/>
                </w:rPr>
                <w:t>22248,70 м</w:t>
              </w:r>
            </w:smartTag>
            <w:r w:rsidRPr="001134E4">
              <w:rPr>
                <w:snapToGrid w:val="0"/>
                <w:sz w:val="26"/>
                <w:szCs w:val="26"/>
              </w:rPr>
              <w:t>, инв. № 27436,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1134E4">
              <w:rPr>
                <w:snapToGrid w:val="0"/>
                <w:sz w:val="26"/>
                <w:szCs w:val="26"/>
              </w:rPr>
              <w:t>лит. I-XXXX, A, кадастровый номер: 73:20:021103:107, Ульяновская область, Цильнинский район, с. Елховое Озеро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посредством публичного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4936,2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134E4">
              <w:rPr>
                <w:snapToGrid w:val="0"/>
                <w:sz w:val="26"/>
                <w:szCs w:val="26"/>
              </w:rPr>
              <w:t>Межпоселковый газопровод высокого давления р.п. Сурское – село Сара, н</w:t>
            </w:r>
            <w:r w:rsidRPr="001134E4">
              <w:rPr>
                <w:snapToGrid w:val="0"/>
                <w:sz w:val="26"/>
                <w:szCs w:val="26"/>
              </w:rPr>
              <w:t>а</w:t>
            </w:r>
            <w:r w:rsidRPr="001134E4">
              <w:rPr>
                <w:snapToGrid w:val="0"/>
                <w:sz w:val="26"/>
                <w:szCs w:val="26"/>
              </w:rPr>
              <w:t>значение: нефтяные и газовые сооруж</w:t>
            </w:r>
            <w:r w:rsidRPr="001134E4">
              <w:rPr>
                <w:snapToGrid w:val="0"/>
                <w:sz w:val="26"/>
                <w:szCs w:val="26"/>
              </w:rPr>
              <w:t>е</w:t>
            </w:r>
            <w:r w:rsidRPr="001134E4">
              <w:rPr>
                <w:snapToGrid w:val="0"/>
                <w:sz w:val="26"/>
                <w:szCs w:val="26"/>
              </w:rPr>
              <w:t>ния, общая площадь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napToGrid w:val="0"/>
                  <w:sz w:val="26"/>
                  <w:szCs w:val="26"/>
                </w:rPr>
                <w:t>21018 кв. м</w:t>
              </w:r>
            </w:smartTag>
            <w:r w:rsidRPr="001134E4">
              <w:rPr>
                <w:snapToGrid w:val="0"/>
                <w:sz w:val="26"/>
                <w:szCs w:val="26"/>
              </w:rPr>
              <w:t>, инв. № 002249, лит. I-IV, задвижка Ду-150 –</w:t>
            </w:r>
            <w:r>
              <w:rPr>
                <w:snapToGrid w:val="0"/>
                <w:sz w:val="26"/>
                <w:szCs w:val="26"/>
              </w:rPr>
              <w:br/>
            </w:r>
            <w:r w:rsidRPr="001134E4">
              <w:rPr>
                <w:snapToGrid w:val="0"/>
                <w:sz w:val="26"/>
                <w:szCs w:val="26"/>
              </w:rPr>
              <w:t>2 шт., задвижка Ду-100 – 3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1134E4">
              <w:rPr>
                <w:snapToGrid w:val="0"/>
                <w:sz w:val="26"/>
                <w:szCs w:val="26"/>
              </w:rPr>
              <w:t>шт., задвижка Ду-80 – 2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1134E4">
              <w:rPr>
                <w:snapToGrid w:val="0"/>
                <w:sz w:val="26"/>
                <w:szCs w:val="26"/>
              </w:rPr>
              <w:t>шт., футляр: Д273*5 – 7 шт., Д219*5 – 1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1134E4">
              <w:rPr>
                <w:snapToGrid w:val="0"/>
                <w:sz w:val="26"/>
                <w:szCs w:val="26"/>
              </w:rPr>
              <w:t>шт., ГРП – 1 шт., ГШРП –</w:t>
            </w:r>
            <w:r>
              <w:rPr>
                <w:snapToGrid w:val="0"/>
                <w:sz w:val="26"/>
                <w:szCs w:val="26"/>
              </w:rPr>
              <w:br/>
            </w:r>
            <w:r w:rsidRPr="001134E4">
              <w:rPr>
                <w:snapToGrid w:val="0"/>
                <w:sz w:val="26"/>
                <w:szCs w:val="26"/>
              </w:rPr>
              <w:t xml:space="preserve">2 шт., ГРС – 1шт., </w:t>
            </w:r>
            <w:r w:rsidRPr="00ED0D06">
              <w:rPr>
                <w:snapToGrid w:val="0"/>
                <w:spacing w:val="-6"/>
                <w:sz w:val="26"/>
                <w:szCs w:val="26"/>
              </w:rPr>
              <w:t xml:space="preserve">кадастровый номер: </w:t>
            </w:r>
            <w:r w:rsidRPr="00ED0D06">
              <w:rPr>
                <w:bCs/>
                <w:spacing w:val="-6"/>
                <w:sz w:val="26"/>
                <w:szCs w:val="26"/>
              </w:rPr>
              <w:t>73:17:010101:205</w:t>
            </w:r>
            <w:r w:rsidRPr="001134E4">
              <w:rPr>
                <w:snapToGrid w:val="0"/>
                <w:sz w:val="26"/>
                <w:szCs w:val="26"/>
              </w:rPr>
              <w:t>, Ульянов</w:t>
            </w:r>
            <w:r>
              <w:rPr>
                <w:snapToGrid w:val="0"/>
                <w:sz w:val="26"/>
                <w:szCs w:val="26"/>
              </w:rPr>
              <w:t xml:space="preserve">ская область, Сурский </w:t>
            </w:r>
            <w:r w:rsidRPr="001134E4">
              <w:rPr>
                <w:snapToGrid w:val="0"/>
                <w:sz w:val="26"/>
                <w:szCs w:val="26"/>
              </w:rPr>
              <w:t>район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посредством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публичного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5811,2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1134E4">
              <w:rPr>
                <w:snapToGrid w:val="0"/>
                <w:sz w:val="26"/>
                <w:szCs w:val="26"/>
              </w:rPr>
              <w:t>Сооружение «Газопровод высокого да</w:t>
            </w:r>
            <w:r w:rsidRPr="001134E4">
              <w:rPr>
                <w:snapToGrid w:val="0"/>
                <w:sz w:val="26"/>
                <w:szCs w:val="26"/>
              </w:rPr>
              <w:t>в</w:t>
            </w:r>
            <w:r w:rsidRPr="001134E4">
              <w:rPr>
                <w:snapToGrid w:val="0"/>
                <w:sz w:val="26"/>
                <w:szCs w:val="26"/>
              </w:rPr>
              <w:t>ления», назначение: нежилое, протяжё</w:t>
            </w:r>
            <w:r w:rsidRPr="001134E4">
              <w:rPr>
                <w:snapToGrid w:val="0"/>
                <w:sz w:val="26"/>
                <w:szCs w:val="26"/>
              </w:rPr>
              <w:t>н</w:t>
            </w:r>
            <w:r w:rsidRPr="001134E4">
              <w:rPr>
                <w:snapToGrid w:val="0"/>
                <w:sz w:val="26"/>
                <w:szCs w:val="26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1134E4">
                <w:rPr>
                  <w:snapToGrid w:val="0"/>
                  <w:sz w:val="26"/>
                  <w:szCs w:val="26"/>
                </w:rPr>
                <w:t>2246,0 м</w:t>
              </w:r>
            </w:smartTag>
            <w:r w:rsidRPr="001134E4">
              <w:rPr>
                <w:snapToGrid w:val="0"/>
                <w:sz w:val="26"/>
                <w:szCs w:val="26"/>
              </w:rPr>
              <w:t>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1134E4">
              <w:rPr>
                <w:snapToGrid w:val="0"/>
                <w:sz w:val="26"/>
                <w:szCs w:val="26"/>
              </w:rPr>
              <w:t xml:space="preserve">инв. № 027759, лит. I, II, III, IV, V, </w:t>
            </w:r>
            <w:r w:rsidRPr="001134E4">
              <w:rPr>
                <w:snapToGrid w:val="0"/>
                <w:spacing w:val="-6"/>
                <w:sz w:val="26"/>
                <w:szCs w:val="26"/>
              </w:rPr>
              <w:t xml:space="preserve">кадастровый номер: </w:t>
            </w:r>
            <w:r w:rsidRPr="001134E4">
              <w:rPr>
                <w:bCs/>
                <w:spacing w:val="-6"/>
                <w:sz w:val="26"/>
                <w:szCs w:val="26"/>
              </w:rPr>
              <w:t>73:02:012201:344</w:t>
            </w:r>
            <w:r w:rsidRPr="001134E4">
              <w:rPr>
                <w:snapToGrid w:val="0"/>
                <w:sz w:val="26"/>
                <w:szCs w:val="26"/>
              </w:rPr>
              <w:t>, Ульяновская область, Барышский район, р.п. Измайлово,</w:t>
            </w:r>
            <w:r>
              <w:rPr>
                <w:snapToGrid w:val="0"/>
                <w:sz w:val="26"/>
                <w:szCs w:val="26"/>
              </w:rPr>
              <w:br/>
            </w:r>
            <w:r w:rsidRPr="001134E4">
              <w:rPr>
                <w:snapToGrid w:val="0"/>
                <w:sz w:val="26"/>
                <w:szCs w:val="26"/>
              </w:rPr>
              <w:t>с. Калда, с. Акшуат (1 очередь р.п. Ст</w:t>
            </w:r>
            <w:r w:rsidRPr="001134E4">
              <w:rPr>
                <w:snapToGrid w:val="0"/>
                <w:sz w:val="26"/>
                <w:szCs w:val="26"/>
              </w:rPr>
              <w:t>а</w:t>
            </w:r>
            <w:r w:rsidRPr="001134E4">
              <w:rPr>
                <w:snapToGrid w:val="0"/>
                <w:sz w:val="26"/>
                <w:szCs w:val="26"/>
              </w:rPr>
              <w:t>ротимошкино – с. Калда)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посредством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публичного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1334,1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7B7F4A">
              <w:rPr>
                <w:snapToGrid w:val="0"/>
                <w:sz w:val="26"/>
                <w:szCs w:val="26"/>
              </w:rPr>
              <w:t>Сооружение «Газопровод высокого да</w:t>
            </w:r>
            <w:r w:rsidRPr="007B7F4A">
              <w:rPr>
                <w:snapToGrid w:val="0"/>
                <w:sz w:val="26"/>
                <w:szCs w:val="26"/>
              </w:rPr>
              <w:t>в</w:t>
            </w:r>
            <w:r w:rsidRPr="007B7F4A">
              <w:rPr>
                <w:snapToGrid w:val="0"/>
                <w:sz w:val="26"/>
                <w:szCs w:val="26"/>
              </w:rPr>
              <w:t>ления Г4  от АГРС  села Смольково – с</w:t>
            </w:r>
            <w:r w:rsidRPr="007B7F4A">
              <w:rPr>
                <w:snapToGrid w:val="0"/>
                <w:sz w:val="26"/>
                <w:szCs w:val="26"/>
              </w:rPr>
              <w:t>е</w:t>
            </w:r>
            <w:r w:rsidRPr="007B7F4A">
              <w:rPr>
                <w:snapToGrid w:val="0"/>
                <w:sz w:val="26"/>
                <w:szCs w:val="26"/>
              </w:rPr>
              <w:t>ло Бестужевка – село Смышляевка Куз</w:t>
            </w:r>
            <w:r w:rsidRPr="007B7F4A">
              <w:rPr>
                <w:snapToGrid w:val="0"/>
                <w:sz w:val="26"/>
                <w:szCs w:val="26"/>
              </w:rPr>
              <w:t>о</w:t>
            </w:r>
            <w:r w:rsidRPr="007B7F4A">
              <w:rPr>
                <w:snapToGrid w:val="0"/>
                <w:sz w:val="26"/>
                <w:szCs w:val="26"/>
              </w:rPr>
              <w:t>ватовского  района  Ульяновской обла</w:t>
            </w:r>
            <w:r w:rsidRPr="007B7F4A">
              <w:rPr>
                <w:snapToGrid w:val="0"/>
                <w:sz w:val="26"/>
                <w:szCs w:val="26"/>
              </w:rPr>
              <w:t>с</w:t>
            </w:r>
            <w:r w:rsidRPr="007B7F4A">
              <w:rPr>
                <w:snapToGrid w:val="0"/>
                <w:sz w:val="26"/>
                <w:szCs w:val="26"/>
              </w:rPr>
              <w:t>ти», назначение: нежилое, протяжё</w:t>
            </w:r>
            <w:r w:rsidRPr="007B7F4A">
              <w:rPr>
                <w:snapToGrid w:val="0"/>
                <w:sz w:val="26"/>
                <w:szCs w:val="26"/>
              </w:rPr>
              <w:t>н</w:t>
            </w:r>
            <w:r w:rsidRPr="007B7F4A">
              <w:rPr>
                <w:snapToGrid w:val="0"/>
                <w:sz w:val="26"/>
                <w:szCs w:val="26"/>
              </w:rPr>
              <w:t xml:space="preserve">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7B7F4A">
                <w:rPr>
                  <w:snapToGrid w:val="0"/>
                  <w:sz w:val="26"/>
                  <w:szCs w:val="26"/>
                </w:rPr>
                <w:t>4188 м</w:t>
              </w:r>
            </w:smartTag>
            <w:r w:rsidRPr="007B7F4A">
              <w:rPr>
                <w:snapToGrid w:val="0"/>
                <w:sz w:val="26"/>
                <w:szCs w:val="26"/>
              </w:rPr>
              <w:t>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7B7F4A">
              <w:rPr>
                <w:snapToGrid w:val="0"/>
                <w:sz w:val="26"/>
                <w:szCs w:val="26"/>
              </w:rPr>
              <w:t xml:space="preserve">инв. № 027757, лит. I, II, кадастровый номер: </w:t>
            </w:r>
            <w:r w:rsidRPr="007B7F4A">
              <w:rPr>
                <w:bCs/>
                <w:sz w:val="26"/>
                <w:szCs w:val="26"/>
              </w:rPr>
              <w:t>73:06:010101:328</w:t>
            </w:r>
            <w:r w:rsidRPr="007B7F4A">
              <w:rPr>
                <w:snapToGrid w:val="0"/>
                <w:sz w:val="26"/>
                <w:szCs w:val="26"/>
              </w:rPr>
              <w:t>, Ульяновская область, Кузоватовский район, с. Бестужевка –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7B7F4A">
              <w:rPr>
                <w:snapToGrid w:val="0"/>
                <w:sz w:val="26"/>
                <w:szCs w:val="26"/>
              </w:rPr>
              <w:t>с. Смышляевка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посредством публичного</w:t>
            </w:r>
            <w:r>
              <w:rPr>
                <w:sz w:val="26"/>
                <w:szCs w:val="26"/>
              </w:rPr>
              <w:br/>
            </w:r>
            <w:r w:rsidRPr="001134E4">
              <w:rPr>
                <w:sz w:val="26"/>
                <w:szCs w:val="26"/>
              </w:rPr>
              <w:t xml:space="preserve">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1089,8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7B7F4A">
              <w:rPr>
                <w:snapToGrid w:val="0"/>
                <w:sz w:val="26"/>
                <w:szCs w:val="26"/>
              </w:rPr>
              <w:t>Газопроводы высокого Г4, среднего Г2 и низкого Г1 давления, назначение: газ</w:t>
            </w:r>
            <w:r w:rsidRPr="007B7F4A">
              <w:rPr>
                <w:snapToGrid w:val="0"/>
                <w:sz w:val="26"/>
                <w:szCs w:val="26"/>
              </w:rPr>
              <w:t>о</w:t>
            </w:r>
            <w:r w:rsidRPr="007B7F4A">
              <w:rPr>
                <w:snapToGrid w:val="0"/>
                <w:sz w:val="26"/>
                <w:szCs w:val="26"/>
              </w:rPr>
              <w:t xml:space="preserve">провод, протяжённость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7B7F4A">
                <w:rPr>
                  <w:snapToGrid w:val="0"/>
                  <w:sz w:val="26"/>
                  <w:szCs w:val="26"/>
                </w:rPr>
                <w:t>6497 м</w:t>
              </w:r>
            </w:smartTag>
            <w:r w:rsidRPr="007B7F4A">
              <w:rPr>
                <w:snapToGrid w:val="0"/>
                <w:sz w:val="26"/>
                <w:szCs w:val="26"/>
              </w:rPr>
              <w:t xml:space="preserve">, инв. № 000042, лит. I-XV, кадастровый номер: </w:t>
            </w:r>
            <w:r w:rsidRPr="007B7F4A">
              <w:rPr>
                <w:bCs/>
                <w:sz w:val="26"/>
                <w:szCs w:val="26"/>
              </w:rPr>
              <w:t>73:08:043601:882</w:t>
            </w:r>
            <w:r w:rsidRPr="007B7F4A">
              <w:rPr>
                <w:snapToGrid w:val="0"/>
                <w:sz w:val="26"/>
                <w:szCs w:val="26"/>
              </w:rPr>
              <w:t>, Ульяновская область, Мелекесский район, п. Дивный, п. В</w:t>
            </w:r>
            <w:r w:rsidRPr="007B7F4A">
              <w:rPr>
                <w:snapToGrid w:val="0"/>
                <w:sz w:val="26"/>
                <w:szCs w:val="26"/>
              </w:rPr>
              <w:t>и</w:t>
            </w:r>
            <w:r w:rsidRPr="007B7F4A">
              <w:rPr>
                <w:snapToGrid w:val="0"/>
                <w:sz w:val="26"/>
                <w:szCs w:val="26"/>
              </w:rPr>
              <w:t>шенка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 xml:space="preserve">Продажа </w:t>
            </w:r>
          </w:p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35E4C">
              <w:rPr>
                <w:sz w:val="26"/>
                <w:szCs w:val="26"/>
              </w:rPr>
              <w:t xml:space="preserve"> посредством публичного</w:t>
            </w:r>
            <w:r>
              <w:rPr>
                <w:sz w:val="26"/>
                <w:szCs w:val="26"/>
              </w:rPr>
              <w:br/>
            </w:r>
            <w:r w:rsidRPr="00135E4C">
              <w:rPr>
                <w:sz w:val="26"/>
                <w:szCs w:val="26"/>
              </w:rPr>
              <w:t xml:space="preserve">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2350,4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56AB5" w:rsidRDefault="001E7576" w:rsidP="00841019">
            <w:pPr>
              <w:jc w:val="both"/>
              <w:rPr>
                <w:snapToGrid w:val="0"/>
                <w:sz w:val="26"/>
                <w:szCs w:val="26"/>
              </w:rPr>
            </w:pPr>
            <w:r w:rsidRPr="007B7F4A">
              <w:rPr>
                <w:snapToGrid w:val="0"/>
                <w:spacing w:val="-4"/>
                <w:sz w:val="26"/>
                <w:szCs w:val="26"/>
              </w:rPr>
              <w:t>Межпоселковый газопровод высокого давления</w:t>
            </w:r>
            <w:r>
              <w:rPr>
                <w:snapToGrid w:val="0"/>
                <w:spacing w:val="-4"/>
                <w:sz w:val="26"/>
                <w:szCs w:val="26"/>
              </w:rPr>
              <w:t xml:space="preserve"> </w:t>
            </w:r>
            <w:r w:rsidRPr="007B7F4A">
              <w:rPr>
                <w:snapToGrid w:val="0"/>
                <w:spacing w:val="-4"/>
                <w:sz w:val="26"/>
                <w:szCs w:val="26"/>
              </w:rPr>
              <w:t>с. Верхняя Маза –</w:t>
            </w:r>
            <w:r w:rsidRPr="007B7F4A">
              <w:rPr>
                <w:snapToGrid w:val="0"/>
                <w:sz w:val="26"/>
                <w:szCs w:val="26"/>
              </w:rPr>
              <w:t xml:space="preserve"> с. Соловчиха – с. Дмитриевка.  Внутрипоселковый</w:t>
            </w:r>
            <w:r>
              <w:rPr>
                <w:snapToGrid w:val="0"/>
                <w:sz w:val="26"/>
                <w:szCs w:val="26"/>
              </w:rPr>
              <w:br/>
            </w:r>
            <w:r w:rsidRPr="007B7F4A">
              <w:rPr>
                <w:snapToGrid w:val="0"/>
                <w:sz w:val="26"/>
                <w:szCs w:val="26"/>
              </w:rPr>
              <w:t xml:space="preserve">газопровод низкого давления </w:t>
            </w:r>
            <w:r>
              <w:rPr>
                <w:snapToGrid w:val="0"/>
                <w:sz w:val="26"/>
                <w:szCs w:val="26"/>
              </w:rPr>
              <w:br/>
            </w:r>
            <w:r w:rsidRPr="007B7F4A">
              <w:rPr>
                <w:snapToGrid w:val="0"/>
                <w:sz w:val="26"/>
                <w:szCs w:val="26"/>
              </w:rPr>
              <w:t>с. Дмитриевка,</w:t>
            </w:r>
            <w:r w:rsidRPr="007B7F4A">
              <w:rPr>
                <w:snapToGrid w:val="0"/>
                <w:sz w:val="28"/>
                <w:szCs w:val="28"/>
              </w:rPr>
              <w:t xml:space="preserve"> </w:t>
            </w:r>
            <w:r w:rsidRPr="007B7F4A">
              <w:rPr>
                <w:snapToGrid w:val="0"/>
                <w:sz w:val="26"/>
                <w:szCs w:val="26"/>
              </w:rPr>
              <w:t xml:space="preserve">назначение: </w:t>
            </w:r>
            <w:r w:rsidRPr="00E85368">
              <w:rPr>
                <w:snapToGrid w:val="0"/>
                <w:spacing w:val="-4"/>
                <w:sz w:val="26"/>
                <w:szCs w:val="26"/>
              </w:rPr>
              <w:t>сооружения транспорта, лит. А, 1-этажный</w:t>
            </w:r>
            <w:r w:rsidRPr="007B7F4A">
              <w:rPr>
                <w:snapToGrid w:val="0"/>
                <w:sz w:val="26"/>
                <w:szCs w:val="26"/>
              </w:rPr>
              <w:t xml:space="preserve">, общая площадь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7B7F4A">
                <w:rPr>
                  <w:snapToGrid w:val="0"/>
                  <w:sz w:val="26"/>
                  <w:szCs w:val="26"/>
                </w:rPr>
                <w:t>31,91 кв. м</w:t>
              </w:r>
            </w:smartTag>
            <w:r w:rsidRPr="007B7F4A">
              <w:rPr>
                <w:snapToGrid w:val="0"/>
                <w:sz w:val="26"/>
                <w:szCs w:val="26"/>
              </w:rPr>
              <w:t xml:space="preserve">, лит. Б, 1-этажный, общая площадь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7B7F4A">
                <w:rPr>
                  <w:snapToGrid w:val="0"/>
                  <w:sz w:val="26"/>
                  <w:szCs w:val="26"/>
                </w:rPr>
                <w:t>33,62 кв. м</w:t>
              </w:r>
            </w:smartTag>
            <w:r w:rsidRPr="007B7F4A">
              <w:rPr>
                <w:snapToGrid w:val="0"/>
                <w:sz w:val="26"/>
                <w:szCs w:val="26"/>
              </w:rPr>
              <w:t>, лит. В,</w:t>
            </w:r>
            <w:r>
              <w:rPr>
                <w:snapToGrid w:val="0"/>
                <w:sz w:val="26"/>
                <w:szCs w:val="26"/>
              </w:rPr>
              <w:br/>
            </w:r>
            <w:r w:rsidRPr="007B7F4A">
              <w:rPr>
                <w:snapToGrid w:val="0"/>
                <w:sz w:val="26"/>
                <w:szCs w:val="26"/>
              </w:rPr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7B7F4A">
                <w:rPr>
                  <w:snapToGrid w:val="0"/>
                  <w:sz w:val="26"/>
                  <w:szCs w:val="26"/>
                </w:rPr>
                <w:t>35,88 кв. м</w:t>
              </w:r>
            </w:smartTag>
            <w:r w:rsidRPr="007B7F4A">
              <w:rPr>
                <w:snapToGrid w:val="0"/>
                <w:sz w:val="26"/>
                <w:szCs w:val="26"/>
              </w:rPr>
              <w:t>, лит. I-</w:t>
            </w:r>
            <w:r w:rsidRPr="007B7F4A">
              <w:rPr>
                <w:snapToGrid w:val="0"/>
                <w:sz w:val="26"/>
                <w:szCs w:val="26"/>
                <w:lang w:val="en-US"/>
              </w:rPr>
              <w:t>X</w:t>
            </w:r>
            <w:r w:rsidRPr="007B7F4A">
              <w:rPr>
                <w:snapToGrid w:val="0"/>
                <w:sz w:val="26"/>
                <w:szCs w:val="26"/>
              </w:rPr>
              <w:t xml:space="preserve">XVIII,  протяжённость </w:t>
            </w:r>
            <w:smartTag w:uri="urn:schemas-microsoft-com:office:smarttags" w:element="metricconverter">
              <w:smartTagPr>
                <w:attr w:name="ProductID" w:val="216,6 кв. м"/>
              </w:smartTagPr>
              <w:r w:rsidRPr="007B7F4A">
                <w:rPr>
                  <w:snapToGrid w:val="0"/>
                  <w:sz w:val="26"/>
                  <w:szCs w:val="26"/>
                </w:rPr>
                <w:t>22900,3 м</w:t>
              </w:r>
            </w:smartTag>
            <w:r w:rsidRPr="007B7F4A">
              <w:rPr>
                <w:snapToGrid w:val="0"/>
                <w:sz w:val="26"/>
                <w:szCs w:val="26"/>
              </w:rPr>
              <w:t>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7B7F4A">
              <w:rPr>
                <w:snapToGrid w:val="0"/>
                <w:sz w:val="26"/>
                <w:szCs w:val="26"/>
              </w:rPr>
              <w:t xml:space="preserve">инв. № 27601, </w:t>
            </w:r>
            <w:r w:rsidRPr="00E85368">
              <w:rPr>
                <w:snapToGrid w:val="0"/>
                <w:spacing w:val="-6"/>
                <w:sz w:val="26"/>
                <w:szCs w:val="26"/>
              </w:rPr>
              <w:t xml:space="preserve">кадастровый номер: </w:t>
            </w:r>
            <w:r w:rsidRPr="00E85368">
              <w:rPr>
                <w:bCs/>
                <w:spacing w:val="-6"/>
                <w:sz w:val="26"/>
                <w:szCs w:val="26"/>
              </w:rPr>
              <w:t>73:13:010101:1340</w:t>
            </w:r>
            <w:r w:rsidRPr="00E85368">
              <w:rPr>
                <w:snapToGrid w:val="0"/>
                <w:spacing w:val="-6"/>
                <w:sz w:val="26"/>
                <w:szCs w:val="26"/>
              </w:rPr>
              <w:t>,</w:t>
            </w:r>
            <w:r w:rsidRPr="007B7F4A">
              <w:rPr>
                <w:snapToGrid w:val="0"/>
                <w:sz w:val="26"/>
                <w:szCs w:val="26"/>
              </w:rPr>
              <w:t xml:space="preserve"> Ульяновская область, Радищевский район, с. Дмитриевка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 xml:space="preserve">Продажа </w:t>
            </w:r>
          </w:p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35E4C">
              <w:rPr>
                <w:sz w:val="26"/>
                <w:szCs w:val="26"/>
              </w:rPr>
              <w:t xml:space="preserve"> посредством публичного</w:t>
            </w:r>
            <w:r>
              <w:rPr>
                <w:sz w:val="26"/>
                <w:szCs w:val="26"/>
              </w:rPr>
              <w:br/>
            </w:r>
            <w:r w:rsidRPr="00135E4C">
              <w:rPr>
                <w:sz w:val="26"/>
                <w:szCs w:val="26"/>
              </w:rPr>
              <w:t xml:space="preserve">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4874,2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7B7F4A">
              <w:rPr>
                <w:snapToGrid w:val="0"/>
                <w:sz w:val="26"/>
                <w:szCs w:val="26"/>
              </w:rPr>
              <w:t>Газопровод высокого давления Г-4, Г-3 от Вр.1 до ГРПШ-03 БМ-04М-2У1, н</w:t>
            </w:r>
            <w:r w:rsidRPr="007B7F4A">
              <w:rPr>
                <w:snapToGrid w:val="0"/>
                <w:sz w:val="26"/>
                <w:szCs w:val="26"/>
              </w:rPr>
              <w:t>а</w:t>
            </w:r>
            <w:r w:rsidRPr="007B7F4A">
              <w:rPr>
                <w:snapToGrid w:val="0"/>
                <w:sz w:val="26"/>
                <w:szCs w:val="26"/>
              </w:rPr>
              <w:t>значение: газопровод высокого давл</w:t>
            </w:r>
            <w:r w:rsidRPr="007B7F4A">
              <w:rPr>
                <w:snapToGrid w:val="0"/>
                <w:sz w:val="26"/>
                <w:szCs w:val="26"/>
              </w:rPr>
              <w:t>е</w:t>
            </w:r>
            <w:r w:rsidRPr="007B7F4A">
              <w:rPr>
                <w:snapToGrid w:val="0"/>
                <w:sz w:val="26"/>
                <w:szCs w:val="26"/>
              </w:rPr>
              <w:t>ния,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7B7F4A">
              <w:rPr>
                <w:snapToGrid w:val="0"/>
                <w:sz w:val="26"/>
                <w:szCs w:val="26"/>
              </w:rPr>
              <w:t>протяжённость 3749 м,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7B7F4A">
              <w:rPr>
                <w:snapToGrid w:val="0"/>
                <w:sz w:val="26"/>
                <w:szCs w:val="26"/>
              </w:rPr>
              <w:t>инв.</w:t>
            </w:r>
            <w:r>
              <w:rPr>
                <w:snapToGrid w:val="0"/>
                <w:sz w:val="26"/>
                <w:szCs w:val="26"/>
              </w:rPr>
              <w:br/>
            </w:r>
            <w:r w:rsidRPr="007B7F4A">
              <w:rPr>
                <w:snapToGrid w:val="0"/>
                <w:sz w:val="26"/>
                <w:szCs w:val="26"/>
              </w:rPr>
              <w:t xml:space="preserve">№ 27756, лит. I-IV, кадастровый номер: </w:t>
            </w:r>
            <w:r w:rsidRPr="007B7F4A">
              <w:rPr>
                <w:bCs/>
                <w:sz w:val="26"/>
                <w:szCs w:val="26"/>
              </w:rPr>
              <w:t>73:19:010801:325</w:t>
            </w:r>
            <w:r w:rsidRPr="007B7F4A">
              <w:rPr>
                <w:snapToGrid w:val="0"/>
                <w:sz w:val="26"/>
                <w:szCs w:val="26"/>
              </w:rPr>
              <w:t>, Ульяновская область, Ульяновский район,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7B7F4A">
              <w:rPr>
                <w:snapToGrid w:val="0"/>
                <w:sz w:val="26"/>
                <w:szCs w:val="26"/>
              </w:rPr>
              <w:t>с. Вышки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 xml:space="preserve">Продажа </w:t>
            </w:r>
          </w:p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35E4C">
              <w:rPr>
                <w:sz w:val="26"/>
                <w:szCs w:val="26"/>
              </w:rPr>
              <w:t xml:space="preserve"> посредством публичного</w:t>
            </w:r>
            <w:r>
              <w:rPr>
                <w:sz w:val="26"/>
                <w:szCs w:val="26"/>
              </w:rPr>
              <w:br/>
            </w:r>
            <w:r w:rsidRPr="00135E4C">
              <w:rPr>
                <w:sz w:val="26"/>
                <w:szCs w:val="26"/>
              </w:rPr>
              <w:t xml:space="preserve">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1546,2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9018AB">
              <w:rPr>
                <w:snapToGrid w:val="0"/>
                <w:sz w:val="26"/>
                <w:szCs w:val="26"/>
              </w:rPr>
              <w:t>Здание газораспределительного пунк</w:t>
            </w:r>
            <w:r>
              <w:rPr>
                <w:snapToGrid w:val="0"/>
                <w:sz w:val="26"/>
                <w:szCs w:val="26"/>
              </w:rPr>
              <w:t xml:space="preserve">та, назначение: </w:t>
            </w:r>
            <w:r w:rsidRPr="009018AB">
              <w:rPr>
                <w:snapToGrid w:val="0"/>
                <w:sz w:val="26"/>
                <w:szCs w:val="26"/>
              </w:rPr>
              <w:t xml:space="preserve">нежилое, 1-этажное, общая площадь 34,9 кв. м, инв. № 027758, </w:t>
            </w:r>
            <w:r>
              <w:rPr>
                <w:snapToGrid w:val="0"/>
                <w:sz w:val="26"/>
                <w:szCs w:val="26"/>
              </w:rPr>
              <w:br/>
            </w:r>
            <w:r w:rsidRPr="009018AB">
              <w:rPr>
                <w:snapToGrid w:val="0"/>
                <w:sz w:val="26"/>
                <w:szCs w:val="26"/>
              </w:rPr>
              <w:t>лит. А, кадастровый номер:</w:t>
            </w:r>
            <w:r w:rsidRPr="009018AB">
              <w:rPr>
                <w:bCs/>
                <w:sz w:val="26"/>
                <w:szCs w:val="26"/>
              </w:rPr>
              <w:t xml:space="preserve"> 73:19:073001:21</w:t>
            </w:r>
            <w:r w:rsidRPr="009018AB">
              <w:rPr>
                <w:snapToGrid w:val="0"/>
                <w:sz w:val="26"/>
                <w:szCs w:val="26"/>
              </w:rPr>
              <w:t xml:space="preserve">, Ульяновская область, </w:t>
            </w:r>
            <w:r>
              <w:rPr>
                <w:snapToGrid w:val="0"/>
                <w:sz w:val="26"/>
                <w:szCs w:val="26"/>
              </w:rPr>
              <w:br/>
            </w:r>
            <w:r w:rsidRPr="009018AB">
              <w:rPr>
                <w:snapToGrid w:val="0"/>
                <w:sz w:val="26"/>
                <w:szCs w:val="26"/>
              </w:rPr>
              <w:t>г. Ульяновск,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9018AB">
              <w:rPr>
                <w:snapToGrid w:val="0"/>
                <w:sz w:val="26"/>
                <w:szCs w:val="26"/>
              </w:rPr>
              <w:t>посёлок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9018AB">
              <w:rPr>
                <w:snapToGrid w:val="0"/>
                <w:sz w:val="26"/>
                <w:szCs w:val="26"/>
              </w:rPr>
              <w:t>Лесная Долина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 xml:space="preserve">Продажа </w:t>
            </w:r>
          </w:p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государственного имущества</w:t>
            </w:r>
            <w:r>
              <w:rPr>
                <w:sz w:val="26"/>
                <w:szCs w:val="26"/>
              </w:rPr>
              <w:br/>
            </w:r>
            <w:r w:rsidRPr="00135E4C">
              <w:rPr>
                <w:sz w:val="26"/>
                <w:szCs w:val="26"/>
              </w:rPr>
              <w:t xml:space="preserve"> посредством публичного</w:t>
            </w:r>
            <w:r>
              <w:rPr>
                <w:sz w:val="26"/>
                <w:szCs w:val="26"/>
              </w:rPr>
              <w:br/>
            </w:r>
            <w:r w:rsidRPr="00135E4C">
              <w:rPr>
                <w:sz w:val="26"/>
                <w:szCs w:val="26"/>
              </w:rPr>
              <w:t xml:space="preserve"> предложения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22 декабря 2015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328,2</w:t>
            </w:r>
          </w:p>
        </w:tc>
      </w:tr>
      <w:tr w:rsidR="001E7576" w:rsidRPr="00135E4C" w:rsidTr="00841019">
        <w:trPr>
          <w:trHeight w:val="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5E224A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576" w:rsidRPr="00135E4C" w:rsidRDefault="001E7576" w:rsidP="00841019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E85368">
              <w:rPr>
                <w:spacing w:val="-6"/>
                <w:sz w:val="26"/>
                <w:szCs w:val="26"/>
              </w:rPr>
              <w:t>М</w:t>
            </w:r>
            <w:r w:rsidRPr="00E85368">
              <w:rPr>
                <w:snapToGrid w:val="0"/>
                <w:spacing w:val="-6"/>
                <w:sz w:val="26"/>
                <w:szCs w:val="26"/>
              </w:rPr>
              <w:t xml:space="preserve">агазин № 4, назначение: нежилое, </w:t>
            </w:r>
            <w:r w:rsidRPr="00E85368">
              <w:rPr>
                <w:snapToGrid w:val="0"/>
                <w:spacing w:val="-6"/>
                <w:sz w:val="26"/>
                <w:szCs w:val="26"/>
              </w:rPr>
              <w:br/>
              <w:t>1-этажный, общая площадь 216,6 кв. м</w:t>
            </w:r>
            <w:r w:rsidRPr="00BE157F">
              <w:rPr>
                <w:snapToGrid w:val="0"/>
                <w:sz w:val="26"/>
                <w:szCs w:val="26"/>
              </w:rPr>
              <w:t>, инв. № 001812, лит. А, к, к1, кадастр</w:t>
            </w:r>
            <w:r w:rsidRPr="00BE157F">
              <w:rPr>
                <w:snapToGrid w:val="0"/>
                <w:sz w:val="26"/>
                <w:szCs w:val="26"/>
              </w:rPr>
              <w:t>о</w:t>
            </w:r>
            <w:r w:rsidRPr="00BE157F">
              <w:rPr>
                <w:snapToGrid w:val="0"/>
                <w:sz w:val="26"/>
                <w:szCs w:val="26"/>
              </w:rPr>
              <w:t>вый номер:</w:t>
            </w:r>
            <w:r>
              <w:rPr>
                <w:snapToGrid w:val="0"/>
                <w:sz w:val="26"/>
                <w:szCs w:val="26"/>
              </w:rPr>
              <w:t xml:space="preserve"> 73:07:050202:398</w:t>
            </w:r>
            <w:r w:rsidRPr="00BE157F">
              <w:rPr>
                <w:snapToGrid w:val="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</w:t>
            </w:r>
            <w:r w:rsidRPr="00BE157F">
              <w:rPr>
                <w:sz w:val="26"/>
                <w:szCs w:val="26"/>
              </w:rPr>
              <w:t xml:space="preserve"> зе</w:t>
            </w:r>
            <w:r>
              <w:rPr>
                <w:sz w:val="26"/>
                <w:szCs w:val="26"/>
              </w:rPr>
              <w:t>мел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ный</w:t>
            </w:r>
            <w:r w:rsidRPr="00BE157F">
              <w:rPr>
                <w:sz w:val="26"/>
                <w:szCs w:val="26"/>
              </w:rPr>
              <w:t xml:space="preserve"> участо</w:t>
            </w:r>
            <w:r>
              <w:rPr>
                <w:sz w:val="26"/>
                <w:szCs w:val="26"/>
              </w:rPr>
              <w:t>к</w:t>
            </w:r>
            <w:r w:rsidRPr="00BE157F">
              <w:rPr>
                <w:sz w:val="26"/>
                <w:szCs w:val="26"/>
              </w:rPr>
              <w:t xml:space="preserve"> </w:t>
            </w:r>
            <w:r w:rsidRPr="00BE157F">
              <w:rPr>
                <w:snapToGrid w:val="0"/>
                <w:sz w:val="26"/>
                <w:szCs w:val="26"/>
              </w:rPr>
              <w:t>общей площадью</w:t>
            </w:r>
            <w:r>
              <w:rPr>
                <w:snapToGrid w:val="0"/>
                <w:sz w:val="26"/>
                <w:szCs w:val="26"/>
              </w:rPr>
              <w:br/>
            </w:r>
            <w:r w:rsidRPr="00BE157F">
              <w:rPr>
                <w:snapToGrid w:val="0"/>
                <w:sz w:val="26"/>
                <w:szCs w:val="26"/>
              </w:rPr>
              <w:t>350 кв. м, кадастровый номер: 73:07:050202:365,</w:t>
            </w:r>
            <w:r w:rsidRPr="00BE157F">
              <w:rPr>
                <w:sz w:val="26"/>
                <w:szCs w:val="26"/>
              </w:rPr>
              <w:t xml:space="preserve"> расположенные по</w:t>
            </w:r>
            <w:r>
              <w:rPr>
                <w:sz w:val="26"/>
                <w:szCs w:val="26"/>
              </w:rPr>
              <w:br/>
            </w:r>
            <w:r w:rsidRPr="00BE157F">
              <w:rPr>
                <w:sz w:val="26"/>
                <w:szCs w:val="26"/>
              </w:rPr>
              <w:t>адресу: Ульяновская область, Майнский район, р.п. Майна, ул. 1-я Колхозная,</w:t>
            </w:r>
            <w:r>
              <w:rPr>
                <w:sz w:val="26"/>
                <w:szCs w:val="26"/>
              </w:rPr>
              <w:br/>
            </w:r>
            <w:r w:rsidRPr="00BE157F">
              <w:rPr>
                <w:sz w:val="26"/>
                <w:szCs w:val="26"/>
              </w:rPr>
              <w:t>д. 81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 xml:space="preserve">Продажа </w:t>
            </w:r>
          </w:p>
          <w:p w:rsidR="001E7576" w:rsidRPr="001134E4" w:rsidRDefault="001E7576" w:rsidP="00841019">
            <w:pPr>
              <w:jc w:val="center"/>
              <w:rPr>
                <w:sz w:val="26"/>
                <w:szCs w:val="26"/>
              </w:rPr>
            </w:pPr>
            <w:r w:rsidRPr="001134E4">
              <w:rPr>
                <w:sz w:val="26"/>
                <w:szCs w:val="26"/>
              </w:rPr>
              <w:t>государственного имущества без объявления цены</w:t>
            </w:r>
          </w:p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7576" w:rsidRDefault="001E7576" w:rsidP="003C001C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135E4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января</w:t>
            </w:r>
            <w:r w:rsidRPr="00135E4C">
              <w:rPr>
                <w:sz w:val="26"/>
                <w:szCs w:val="26"/>
              </w:rPr>
              <w:t xml:space="preserve"> </w:t>
            </w:r>
          </w:p>
          <w:p w:rsidR="001E7576" w:rsidRPr="00135E4C" w:rsidRDefault="001E7576" w:rsidP="003C001C">
            <w:pPr>
              <w:jc w:val="center"/>
              <w:rPr>
                <w:sz w:val="26"/>
                <w:szCs w:val="26"/>
              </w:rPr>
            </w:pPr>
            <w:r w:rsidRPr="00135E4C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6</w:t>
            </w:r>
            <w:r w:rsidRPr="00135E4C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576" w:rsidRPr="00135E4C" w:rsidRDefault="001E7576" w:rsidP="00841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115,0</w:t>
            </w:r>
          </w:p>
        </w:tc>
      </w:tr>
    </w:tbl>
    <w:p w:rsidR="001E7576" w:rsidRDefault="001E7576" w:rsidP="008151CC">
      <w:pPr>
        <w:widowControl/>
        <w:adjustRightInd w:val="0"/>
        <w:ind w:firstLine="540"/>
        <w:jc w:val="both"/>
        <w:rPr>
          <w:bCs/>
          <w:sz w:val="28"/>
          <w:szCs w:val="28"/>
        </w:rPr>
      </w:pPr>
    </w:p>
    <w:p w:rsidR="001E7576" w:rsidRDefault="001E7576" w:rsidP="003C001C">
      <w:pPr>
        <w:widowControl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8151CC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недвижимое </w:t>
      </w:r>
      <w:r w:rsidRPr="008151CC">
        <w:rPr>
          <w:sz w:val="28"/>
          <w:szCs w:val="28"/>
        </w:rPr>
        <w:t>имущество Ульяновской области, вн</w:t>
      </w:r>
      <w:r>
        <w:rPr>
          <w:sz w:val="28"/>
          <w:szCs w:val="28"/>
        </w:rPr>
        <w:t>есё</w:t>
      </w:r>
      <w:r w:rsidRPr="008151CC">
        <w:rPr>
          <w:sz w:val="28"/>
          <w:szCs w:val="28"/>
        </w:rPr>
        <w:t>н</w:t>
      </w:r>
      <w:r>
        <w:rPr>
          <w:sz w:val="28"/>
          <w:szCs w:val="28"/>
        </w:rPr>
        <w:t>ное в качестве вклада в уставный</w:t>
      </w:r>
      <w:r w:rsidRPr="008151CC">
        <w:rPr>
          <w:sz w:val="28"/>
          <w:szCs w:val="28"/>
        </w:rPr>
        <w:t xml:space="preserve"> капитал</w:t>
      </w:r>
      <w:r>
        <w:rPr>
          <w:sz w:val="28"/>
          <w:szCs w:val="28"/>
        </w:rPr>
        <w:t xml:space="preserve"> акционерного</w:t>
      </w:r>
      <w:r w:rsidRPr="008151CC">
        <w:rPr>
          <w:sz w:val="28"/>
          <w:szCs w:val="28"/>
        </w:rPr>
        <w:t xml:space="preserve"> обществ</w:t>
      </w:r>
      <w:r>
        <w:rPr>
          <w:sz w:val="28"/>
          <w:szCs w:val="28"/>
        </w:rPr>
        <w:t>а</w:t>
      </w:r>
      <w:r w:rsidRPr="008151CC">
        <w:rPr>
          <w:sz w:val="28"/>
          <w:szCs w:val="28"/>
        </w:rPr>
        <w:t xml:space="preserve"> </w:t>
      </w:r>
      <w:r>
        <w:rPr>
          <w:sz w:val="28"/>
          <w:szCs w:val="28"/>
        </w:rPr>
        <w:t>«Ульяновск-Фармация»</w:t>
      </w:r>
      <w:r>
        <w:rPr>
          <w:sz w:val="28"/>
          <w:szCs w:val="28"/>
        </w:rPr>
        <w:br/>
        <w:t>(</w:t>
      </w:r>
      <w:r w:rsidRPr="009175CD">
        <w:rPr>
          <w:sz w:val="28"/>
          <w:szCs w:val="28"/>
        </w:rPr>
        <w:t>г. Ульяновск,</w:t>
      </w:r>
      <w:r>
        <w:rPr>
          <w:sz w:val="28"/>
          <w:szCs w:val="28"/>
        </w:rPr>
        <w:t xml:space="preserve"> </w:t>
      </w:r>
      <w:r w:rsidRPr="009175CD">
        <w:rPr>
          <w:sz w:val="28"/>
          <w:szCs w:val="28"/>
        </w:rPr>
        <w:t>ул. Гая, д. 92</w:t>
      </w:r>
      <w:r>
        <w:rPr>
          <w:sz w:val="28"/>
          <w:szCs w:val="28"/>
        </w:rPr>
        <w:t xml:space="preserve">) </w:t>
      </w:r>
      <w:r w:rsidRPr="008151CC">
        <w:rPr>
          <w:sz w:val="28"/>
          <w:szCs w:val="28"/>
        </w:rPr>
        <w:t>в порядке оплаты размещаемых дополнительных а</w:t>
      </w:r>
      <w:r w:rsidRPr="008151CC">
        <w:rPr>
          <w:sz w:val="28"/>
          <w:szCs w:val="28"/>
        </w:rPr>
        <w:t>к</w:t>
      </w:r>
      <w:r w:rsidRPr="008151CC">
        <w:rPr>
          <w:sz w:val="28"/>
          <w:szCs w:val="28"/>
        </w:rPr>
        <w:t>ций при увеличе</w:t>
      </w:r>
      <w:r>
        <w:rPr>
          <w:sz w:val="28"/>
          <w:szCs w:val="28"/>
        </w:rPr>
        <w:t>нии уставного капитала указанного</w:t>
      </w:r>
      <w:r w:rsidRPr="008151CC">
        <w:rPr>
          <w:sz w:val="28"/>
          <w:szCs w:val="28"/>
        </w:rPr>
        <w:t xml:space="preserve"> акционер</w:t>
      </w:r>
      <w:r>
        <w:rPr>
          <w:sz w:val="28"/>
          <w:szCs w:val="28"/>
        </w:rPr>
        <w:t>ного</w:t>
      </w:r>
      <w:r w:rsidRPr="008151CC">
        <w:rPr>
          <w:sz w:val="28"/>
          <w:szCs w:val="28"/>
        </w:rPr>
        <w:t xml:space="preserve"> обществ</w:t>
      </w:r>
      <w:r>
        <w:rPr>
          <w:sz w:val="28"/>
          <w:szCs w:val="28"/>
        </w:rPr>
        <w:t>а</w:t>
      </w:r>
      <w:r w:rsidRPr="008151CC">
        <w:rPr>
          <w:sz w:val="28"/>
          <w:szCs w:val="28"/>
        </w:rPr>
        <w:t>:</w:t>
      </w:r>
    </w:p>
    <w:p w:rsidR="001E7576" w:rsidRPr="00211E88" w:rsidRDefault="001E7576" w:rsidP="00FC7E89">
      <w:pPr>
        <w:spacing w:line="14" w:lineRule="auto"/>
        <w:rPr>
          <w:sz w:val="2"/>
          <w:szCs w:val="2"/>
        </w:rPr>
      </w:pPr>
    </w:p>
    <w:tbl>
      <w:tblPr>
        <w:tblW w:w="105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9"/>
        <w:gridCol w:w="839"/>
        <w:gridCol w:w="6452"/>
        <w:gridCol w:w="1417"/>
        <w:gridCol w:w="1209"/>
        <w:gridCol w:w="360"/>
      </w:tblGrid>
      <w:tr w:rsidR="001E7576" w:rsidRPr="00F12DEF" w:rsidTr="00376B9F">
        <w:trPr>
          <w:trHeight w:val="1623"/>
        </w:trPr>
        <w:tc>
          <w:tcPr>
            <w:tcW w:w="299" w:type="dxa"/>
            <w:tcBorders>
              <w:top w:val="nil"/>
              <w:left w:val="nil"/>
              <w:bottom w:val="nil"/>
            </w:tcBorders>
          </w:tcPr>
          <w:p w:rsidR="001E7576" w:rsidRPr="00D72BEA" w:rsidRDefault="001E7576" w:rsidP="00376B9F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839" w:type="dxa"/>
            <w:vAlign w:val="center"/>
          </w:tcPr>
          <w:p w:rsidR="001E7576" w:rsidRPr="00D72BEA" w:rsidRDefault="001E7576" w:rsidP="00376B9F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D72BEA">
              <w:rPr>
                <w:snapToGrid w:val="0"/>
                <w:sz w:val="26"/>
                <w:szCs w:val="26"/>
              </w:rPr>
              <w:t>№</w:t>
            </w:r>
          </w:p>
          <w:p w:rsidR="001E7576" w:rsidRPr="00D72BEA" w:rsidRDefault="001E7576" w:rsidP="00376B9F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D72BEA">
              <w:rPr>
                <w:snapToGrid w:val="0"/>
                <w:sz w:val="26"/>
                <w:szCs w:val="26"/>
              </w:rPr>
              <w:t>п/п</w:t>
            </w:r>
          </w:p>
        </w:tc>
        <w:tc>
          <w:tcPr>
            <w:tcW w:w="6452" w:type="dxa"/>
            <w:vAlign w:val="center"/>
          </w:tcPr>
          <w:p w:rsidR="001E7576" w:rsidRPr="00D72BEA" w:rsidRDefault="001E7576" w:rsidP="00125B02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Характеристика недвижимого </w:t>
            </w:r>
          </w:p>
          <w:p w:rsidR="001E7576" w:rsidRPr="00D72BEA" w:rsidRDefault="001E7576" w:rsidP="00125B02">
            <w:pPr>
              <w:jc w:val="center"/>
              <w:rPr>
                <w:snapToGrid w:val="0"/>
                <w:sz w:val="26"/>
                <w:szCs w:val="26"/>
              </w:rPr>
            </w:pPr>
            <w:r w:rsidRPr="00D72BEA">
              <w:rPr>
                <w:snapToGrid w:val="0"/>
                <w:sz w:val="26"/>
                <w:szCs w:val="26"/>
              </w:rPr>
              <w:t>имущества</w:t>
            </w:r>
            <w:bookmarkStart w:id="0" w:name="_GoBack"/>
            <w:bookmarkEnd w:id="0"/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1E7576" w:rsidRPr="00D72BEA" w:rsidRDefault="001E7576" w:rsidP="00376B9F">
            <w:pPr>
              <w:spacing w:line="264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  <w:p w:rsidR="001E7576" w:rsidRPr="00D72BEA" w:rsidRDefault="001E7576" w:rsidP="00376B9F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D72BEA">
              <w:rPr>
                <w:sz w:val="26"/>
                <w:szCs w:val="26"/>
              </w:rPr>
              <w:t>приват</w:t>
            </w:r>
            <w:r w:rsidRPr="00D72BEA">
              <w:rPr>
                <w:sz w:val="26"/>
                <w:szCs w:val="26"/>
              </w:rPr>
              <w:t>и</w:t>
            </w:r>
            <w:r w:rsidRPr="00D72BEA">
              <w:rPr>
                <w:sz w:val="26"/>
                <w:szCs w:val="26"/>
              </w:rPr>
              <w:t>зации</w:t>
            </w:r>
          </w:p>
        </w:tc>
        <w:tc>
          <w:tcPr>
            <w:tcW w:w="1209" w:type="dxa"/>
            <w:vAlign w:val="center"/>
          </w:tcPr>
          <w:p w:rsidR="001E7576" w:rsidRPr="00FE1D7D" w:rsidRDefault="001E7576" w:rsidP="00376B9F">
            <w:pPr>
              <w:jc w:val="center"/>
              <w:rPr>
                <w:sz w:val="26"/>
                <w:szCs w:val="26"/>
              </w:rPr>
            </w:pPr>
            <w:r w:rsidRPr="00FE1D7D">
              <w:rPr>
                <w:sz w:val="26"/>
                <w:szCs w:val="26"/>
              </w:rPr>
              <w:t>Цена сделки, тыс. руб.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1E7576" w:rsidRPr="00D72BEA" w:rsidRDefault="001E7576" w:rsidP="00376B9F">
            <w:pPr>
              <w:jc w:val="right"/>
              <w:rPr>
                <w:sz w:val="28"/>
                <w:szCs w:val="28"/>
              </w:rPr>
            </w:pPr>
          </w:p>
          <w:p w:rsidR="001E7576" w:rsidRPr="00D72BEA" w:rsidRDefault="001E7576" w:rsidP="00376B9F">
            <w:pPr>
              <w:jc w:val="right"/>
              <w:rPr>
                <w:sz w:val="28"/>
                <w:szCs w:val="28"/>
              </w:rPr>
            </w:pPr>
          </w:p>
          <w:p w:rsidR="001E7576" w:rsidRPr="00D72BEA" w:rsidRDefault="001E7576" w:rsidP="00376B9F">
            <w:pPr>
              <w:jc w:val="right"/>
              <w:rPr>
                <w:sz w:val="28"/>
                <w:szCs w:val="28"/>
              </w:rPr>
            </w:pPr>
          </w:p>
          <w:p w:rsidR="001E7576" w:rsidRPr="00D72BEA" w:rsidRDefault="001E7576" w:rsidP="00376B9F">
            <w:pPr>
              <w:jc w:val="right"/>
              <w:rPr>
                <w:sz w:val="28"/>
                <w:szCs w:val="28"/>
              </w:rPr>
            </w:pPr>
          </w:p>
          <w:p w:rsidR="001E7576" w:rsidRPr="00D72BEA" w:rsidRDefault="001E7576" w:rsidP="00376B9F">
            <w:pPr>
              <w:jc w:val="right"/>
              <w:rPr>
                <w:sz w:val="28"/>
                <w:szCs w:val="28"/>
              </w:rPr>
            </w:pPr>
          </w:p>
        </w:tc>
      </w:tr>
      <w:tr w:rsidR="001E7576" w:rsidRPr="00F12DEF" w:rsidTr="00376B9F">
        <w:trPr>
          <w:trHeight w:val="1277"/>
        </w:trPr>
        <w:tc>
          <w:tcPr>
            <w:tcW w:w="299" w:type="dxa"/>
            <w:tcBorders>
              <w:top w:val="nil"/>
              <w:left w:val="nil"/>
              <w:bottom w:val="nil"/>
            </w:tcBorders>
          </w:tcPr>
          <w:p w:rsidR="001E7576" w:rsidRPr="00D72BEA" w:rsidRDefault="001E7576" w:rsidP="00376B9F">
            <w:pPr>
              <w:ind w:left="-57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839" w:type="dxa"/>
          </w:tcPr>
          <w:p w:rsidR="001E7576" w:rsidRPr="00FE1D7D" w:rsidRDefault="001E7576" w:rsidP="00376B9F">
            <w:pPr>
              <w:tabs>
                <w:tab w:val="left" w:pos="175"/>
              </w:tabs>
              <w:ind w:left="-108" w:right="-108"/>
              <w:jc w:val="center"/>
              <w:rPr>
                <w:snapToGrid w:val="0"/>
                <w:sz w:val="26"/>
                <w:szCs w:val="26"/>
              </w:rPr>
            </w:pPr>
            <w:r w:rsidRPr="00FE1D7D">
              <w:rPr>
                <w:snapToGrid w:val="0"/>
                <w:sz w:val="26"/>
                <w:szCs w:val="26"/>
              </w:rPr>
              <w:t>1.</w:t>
            </w:r>
          </w:p>
        </w:tc>
        <w:tc>
          <w:tcPr>
            <w:tcW w:w="6452" w:type="dxa"/>
          </w:tcPr>
          <w:p w:rsidR="001E7576" w:rsidRPr="009175CD" w:rsidRDefault="001E7576" w:rsidP="00376B9F">
            <w:pPr>
              <w:spacing w:line="264" w:lineRule="auto"/>
              <w:jc w:val="both"/>
              <w:rPr>
                <w:spacing w:val="-6"/>
                <w:sz w:val="26"/>
                <w:szCs w:val="26"/>
              </w:rPr>
            </w:pPr>
            <w:r w:rsidRPr="00F51D05">
              <w:rPr>
                <w:spacing w:val="-6"/>
                <w:sz w:val="26"/>
                <w:szCs w:val="26"/>
              </w:rPr>
              <w:t>Помещения, назначение: нежилое, общая площадь</w:t>
            </w:r>
            <w:r>
              <w:rPr>
                <w:spacing w:val="-6"/>
                <w:sz w:val="26"/>
                <w:szCs w:val="26"/>
              </w:rPr>
              <w:br/>
            </w:r>
            <w:r w:rsidRPr="00F51D05">
              <w:rPr>
                <w:spacing w:val="-6"/>
                <w:sz w:val="26"/>
                <w:szCs w:val="26"/>
              </w:rPr>
              <w:t xml:space="preserve">375,8 кв. м, этаж 1, кадастровый номер: 73:18:020204:487, Ульяновская область, Тереньгульский район, </w:t>
            </w:r>
            <w:r>
              <w:rPr>
                <w:spacing w:val="-6"/>
                <w:sz w:val="26"/>
                <w:szCs w:val="26"/>
              </w:rPr>
              <w:t xml:space="preserve"> </w:t>
            </w:r>
            <w:r w:rsidRPr="00F51D05">
              <w:rPr>
                <w:spacing w:val="-6"/>
                <w:sz w:val="26"/>
                <w:szCs w:val="26"/>
              </w:rPr>
              <w:t>р.п. Терен</w:t>
            </w:r>
            <w:r w:rsidRPr="00F51D05">
              <w:rPr>
                <w:spacing w:val="-6"/>
                <w:sz w:val="26"/>
                <w:szCs w:val="26"/>
              </w:rPr>
              <w:t>ь</w:t>
            </w:r>
            <w:r w:rsidRPr="00F51D05">
              <w:rPr>
                <w:spacing w:val="-6"/>
                <w:sz w:val="26"/>
                <w:szCs w:val="26"/>
              </w:rPr>
              <w:t>га,</w:t>
            </w:r>
            <w:r>
              <w:rPr>
                <w:spacing w:val="-6"/>
                <w:sz w:val="26"/>
                <w:szCs w:val="26"/>
              </w:rPr>
              <w:t xml:space="preserve"> </w:t>
            </w:r>
            <w:r w:rsidRPr="00F51D05">
              <w:rPr>
                <w:spacing w:val="-6"/>
                <w:sz w:val="26"/>
                <w:szCs w:val="26"/>
              </w:rPr>
              <w:t>ул. Фадеева, д. 4, пом. 1, 2, 3-29</w:t>
            </w:r>
          </w:p>
        </w:tc>
        <w:tc>
          <w:tcPr>
            <w:tcW w:w="1417" w:type="dxa"/>
            <w:vAlign w:val="center"/>
          </w:tcPr>
          <w:p w:rsidR="001E7576" w:rsidRPr="00D72BEA" w:rsidRDefault="001E7576" w:rsidP="00376B9F">
            <w:pPr>
              <w:spacing w:line="264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декабря 2015 года</w:t>
            </w:r>
          </w:p>
        </w:tc>
        <w:tc>
          <w:tcPr>
            <w:tcW w:w="1209" w:type="dxa"/>
            <w:vAlign w:val="center"/>
          </w:tcPr>
          <w:p w:rsidR="001E7576" w:rsidRPr="00DC287C" w:rsidRDefault="001E7576" w:rsidP="00376B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897,4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1E7576" w:rsidRPr="00D72BEA" w:rsidRDefault="001E7576" w:rsidP="00376B9F">
            <w:pPr>
              <w:rPr>
                <w:sz w:val="28"/>
                <w:szCs w:val="28"/>
              </w:rPr>
            </w:pPr>
          </w:p>
        </w:tc>
      </w:tr>
    </w:tbl>
    <w:p w:rsidR="001E7576" w:rsidRDefault="001E7576" w:rsidP="00FA7411">
      <w:pPr>
        <w:adjustRightInd w:val="0"/>
        <w:ind w:firstLine="540"/>
        <w:jc w:val="center"/>
        <w:outlineLvl w:val="0"/>
        <w:rPr>
          <w:sz w:val="28"/>
          <w:szCs w:val="28"/>
        </w:rPr>
      </w:pPr>
    </w:p>
    <w:p w:rsidR="001E7576" w:rsidRDefault="001E7576" w:rsidP="00FA7411">
      <w:pPr>
        <w:adjustRightInd w:val="0"/>
        <w:ind w:firstLine="540"/>
        <w:jc w:val="center"/>
        <w:outlineLvl w:val="0"/>
        <w:rPr>
          <w:sz w:val="28"/>
          <w:szCs w:val="28"/>
        </w:rPr>
      </w:pPr>
    </w:p>
    <w:p w:rsidR="001E7576" w:rsidRPr="001519C7" w:rsidRDefault="001E7576" w:rsidP="00FA7411">
      <w:pPr>
        <w:adjustRightInd w:val="0"/>
        <w:ind w:firstLine="540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_______________</w:t>
      </w:r>
    </w:p>
    <w:sectPr w:rsidR="001E7576" w:rsidRPr="001519C7" w:rsidSect="00665E05">
      <w:pgSz w:w="11907" w:h="16840" w:code="9"/>
      <w:pgMar w:top="1134" w:right="567" w:bottom="1134" w:left="1418" w:header="709" w:footer="709" w:gutter="0"/>
      <w:cols w:space="709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576" w:rsidRDefault="001E7576">
      <w:r>
        <w:separator/>
      </w:r>
    </w:p>
  </w:endnote>
  <w:endnote w:type="continuationSeparator" w:id="0">
    <w:p w:rsidR="001E7576" w:rsidRDefault="001E7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76" w:rsidRDefault="001E7576" w:rsidP="000E0B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E7576" w:rsidRDefault="001E7576" w:rsidP="00A30C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76" w:rsidRDefault="001E7576" w:rsidP="00A30C6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576" w:rsidRDefault="001E7576">
      <w:r>
        <w:separator/>
      </w:r>
    </w:p>
  </w:footnote>
  <w:footnote w:type="continuationSeparator" w:id="0">
    <w:p w:rsidR="001E7576" w:rsidRDefault="001E7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76" w:rsidRDefault="001E7576" w:rsidP="00B51B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E7576" w:rsidRDefault="001E75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76" w:rsidRPr="00FB301A" w:rsidRDefault="001E7576">
    <w:pPr>
      <w:pStyle w:val="Header"/>
      <w:jc w:val="center"/>
      <w:rPr>
        <w:sz w:val="28"/>
        <w:szCs w:val="28"/>
      </w:rPr>
    </w:pPr>
    <w:r w:rsidRPr="00FB301A">
      <w:rPr>
        <w:sz w:val="28"/>
        <w:szCs w:val="28"/>
      </w:rPr>
      <w:fldChar w:fldCharType="begin"/>
    </w:r>
    <w:r w:rsidRPr="00FB301A">
      <w:rPr>
        <w:sz w:val="28"/>
        <w:szCs w:val="28"/>
      </w:rPr>
      <w:instrText xml:space="preserve"> PAGE   \* MERGEFORMAT </w:instrText>
    </w:r>
    <w:r w:rsidRPr="00FB301A"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 w:rsidRPr="00FB301A">
      <w:rPr>
        <w:sz w:val="28"/>
        <w:szCs w:val="28"/>
      </w:rPr>
      <w:fldChar w:fldCharType="end"/>
    </w:r>
  </w:p>
  <w:p w:rsidR="001E7576" w:rsidRPr="005D3A0C" w:rsidRDefault="001E7576" w:rsidP="005D3A0C">
    <w:pPr>
      <w:pStyle w:val="Header"/>
      <w:rPr>
        <w:color w:val="FFFFFF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7CAF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382E61"/>
    <w:multiLevelType w:val="hybridMultilevel"/>
    <w:tmpl w:val="56021B02"/>
    <w:lvl w:ilvl="0" w:tplc="AF06132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4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182"/>
    <w:rsid w:val="0000276D"/>
    <w:rsid w:val="00010C63"/>
    <w:rsid w:val="00016F0C"/>
    <w:rsid w:val="00017275"/>
    <w:rsid w:val="00020D58"/>
    <w:rsid w:val="00022A4F"/>
    <w:rsid w:val="00023579"/>
    <w:rsid w:val="00026BFF"/>
    <w:rsid w:val="00027FBE"/>
    <w:rsid w:val="000402D2"/>
    <w:rsid w:val="000407F8"/>
    <w:rsid w:val="00070001"/>
    <w:rsid w:val="00071B2A"/>
    <w:rsid w:val="00074227"/>
    <w:rsid w:val="000761CE"/>
    <w:rsid w:val="00086037"/>
    <w:rsid w:val="00086796"/>
    <w:rsid w:val="00095053"/>
    <w:rsid w:val="00096E34"/>
    <w:rsid w:val="000A556D"/>
    <w:rsid w:val="000C73EF"/>
    <w:rsid w:val="000D15B3"/>
    <w:rsid w:val="000D578B"/>
    <w:rsid w:val="000D72A0"/>
    <w:rsid w:val="000E0B69"/>
    <w:rsid w:val="000F1AD6"/>
    <w:rsid w:val="000F217E"/>
    <w:rsid w:val="000F4055"/>
    <w:rsid w:val="001134E4"/>
    <w:rsid w:val="00113D0B"/>
    <w:rsid w:val="00114164"/>
    <w:rsid w:val="001147CE"/>
    <w:rsid w:val="00125B02"/>
    <w:rsid w:val="0013203F"/>
    <w:rsid w:val="00135E4C"/>
    <w:rsid w:val="00147B5B"/>
    <w:rsid w:val="001519C7"/>
    <w:rsid w:val="001551C4"/>
    <w:rsid w:val="00156AB5"/>
    <w:rsid w:val="00156F33"/>
    <w:rsid w:val="00185B50"/>
    <w:rsid w:val="00191BE1"/>
    <w:rsid w:val="001A3DE8"/>
    <w:rsid w:val="001A4C58"/>
    <w:rsid w:val="001B31E9"/>
    <w:rsid w:val="001C0DD0"/>
    <w:rsid w:val="001C21AD"/>
    <w:rsid w:val="001D183F"/>
    <w:rsid w:val="001D60F7"/>
    <w:rsid w:val="001E13CB"/>
    <w:rsid w:val="001E7576"/>
    <w:rsid w:val="001F2813"/>
    <w:rsid w:val="001F6725"/>
    <w:rsid w:val="00211E88"/>
    <w:rsid w:val="00216883"/>
    <w:rsid w:val="00217C6B"/>
    <w:rsid w:val="00220CCE"/>
    <w:rsid w:val="002267D3"/>
    <w:rsid w:val="00231FD9"/>
    <w:rsid w:val="00240537"/>
    <w:rsid w:val="00244625"/>
    <w:rsid w:val="00247545"/>
    <w:rsid w:val="00251D16"/>
    <w:rsid w:val="00254988"/>
    <w:rsid w:val="00274220"/>
    <w:rsid w:val="002758CE"/>
    <w:rsid w:val="002852FD"/>
    <w:rsid w:val="00290495"/>
    <w:rsid w:val="002A15AC"/>
    <w:rsid w:val="002A2D72"/>
    <w:rsid w:val="002A7F89"/>
    <w:rsid w:val="002E0D17"/>
    <w:rsid w:val="002E7F36"/>
    <w:rsid w:val="002F2D43"/>
    <w:rsid w:val="002F4414"/>
    <w:rsid w:val="0030000D"/>
    <w:rsid w:val="00303EAF"/>
    <w:rsid w:val="00304579"/>
    <w:rsid w:val="003130D5"/>
    <w:rsid w:val="00315A98"/>
    <w:rsid w:val="00322AE6"/>
    <w:rsid w:val="00327955"/>
    <w:rsid w:val="00344386"/>
    <w:rsid w:val="00353C6E"/>
    <w:rsid w:val="00356D52"/>
    <w:rsid w:val="00356DC6"/>
    <w:rsid w:val="00374154"/>
    <w:rsid w:val="003741DA"/>
    <w:rsid w:val="00376B9F"/>
    <w:rsid w:val="00381F63"/>
    <w:rsid w:val="003821A8"/>
    <w:rsid w:val="003919A4"/>
    <w:rsid w:val="003A220E"/>
    <w:rsid w:val="003B79FD"/>
    <w:rsid w:val="003C001C"/>
    <w:rsid w:val="003C46AA"/>
    <w:rsid w:val="003C76F3"/>
    <w:rsid w:val="003C7947"/>
    <w:rsid w:val="003D4844"/>
    <w:rsid w:val="003D5E6D"/>
    <w:rsid w:val="003F6045"/>
    <w:rsid w:val="0040199C"/>
    <w:rsid w:val="00405CA1"/>
    <w:rsid w:val="00412178"/>
    <w:rsid w:val="00416673"/>
    <w:rsid w:val="00421100"/>
    <w:rsid w:val="004351A1"/>
    <w:rsid w:val="004357BF"/>
    <w:rsid w:val="004373C9"/>
    <w:rsid w:val="00446650"/>
    <w:rsid w:val="00446B46"/>
    <w:rsid w:val="00455F89"/>
    <w:rsid w:val="00470358"/>
    <w:rsid w:val="004739C4"/>
    <w:rsid w:val="00475221"/>
    <w:rsid w:val="00481EDF"/>
    <w:rsid w:val="00497AE7"/>
    <w:rsid w:val="004A0759"/>
    <w:rsid w:val="004A2062"/>
    <w:rsid w:val="004A4402"/>
    <w:rsid w:val="004A51A7"/>
    <w:rsid w:val="004C0B28"/>
    <w:rsid w:val="004C62CD"/>
    <w:rsid w:val="004D5569"/>
    <w:rsid w:val="004E35EB"/>
    <w:rsid w:val="004F478C"/>
    <w:rsid w:val="004F6C67"/>
    <w:rsid w:val="005050B0"/>
    <w:rsid w:val="00516D9C"/>
    <w:rsid w:val="005400ED"/>
    <w:rsid w:val="00544FDE"/>
    <w:rsid w:val="0055619D"/>
    <w:rsid w:val="00561820"/>
    <w:rsid w:val="00561DC5"/>
    <w:rsid w:val="005761CA"/>
    <w:rsid w:val="0057706F"/>
    <w:rsid w:val="00595C56"/>
    <w:rsid w:val="005A0B3B"/>
    <w:rsid w:val="005B1C9B"/>
    <w:rsid w:val="005B5D22"/>
    <w:rsid w:val="005C7D45"/>
    <w:rsid w:val="005D1B50"/>
    <w:rsid w:val="005D3A0C"/>
    <w:rsid w:val="005D3C60"/>
    <w:rsid w:val="005D4E0A"/>
    <w:rsid w:val="005D6BC0"/>
    <w:rsid w:val="005E0118"/>
    <w:rsid w:val="005E1788"/>
    <w:rsid w:val="005E1790"/>
    <w:rsid w:val="005E224A"/>
    <w:rsid w:val="005F29A3"/>
    <w:rsid w:val="005F32EB"/>
    <w:rsid w:val="005F56D1"/>
    <w:rsid w:val="00601EF7"/>
    <w:rsid w:val="006059DF"/>
    <w:rsid w:val="00612251"/>
    <w:rsid w:val="00615FC7"/>
    <w:rsid w:val="00636575"/>
    <w:rsid w:val="00644E5F"/>
    <w:rsid w:val="00645830"/>
    <w:rsid w:val="0064660C"/>
    <w:rsid w:val="00646D8F"/>
    <w:rsid w:val="00651F01"/>
    <w:rsid w:val="00662C9B"/>
    <w:rsid w:val="00664B7D"/>
    <w:rsid w:val="006651DB"/>
    <w:rsid w:val="00665E05"/>
    <w:rsid w:val="00666191"/>
    <w:rsid w:val="00670512"/>
    <w:rsid w:val="00677874"/>
    <w:rsid w:val="0068036C"/>
    <w:rsid w:val="00683C21"/>
    <w:rsid w:val="00690E0F"/>
    <w:rsid w:val="0069792A"/>
    <w:rsid w:val="006A6661"/>
    <w:rsid w:val="006A7AB8"/>
    <w:rsid w:val="006C5BD6"/>
    <w:rsid w:val="006D5C58"/>
    <w:rsid w:val="006E7251"/>
    <w:rsid w:val="006F1C50"/>
    <w:rsid w:val="00702E86"/>
    <w:rsid w:val="007036C7"/>
    <w:rsid w:val="007040B7"/>
    <w:rsid w:val="00705FBD"/>
    <w:rsid w:val="007112D8"/>
    <w:rsid w:val="00723050"/>
    <w:rsid w:val="00730F7F"/>
    <w:rsid w:val="00742182"/>
    <w:rsid w:val="00743CFE"/>
    <w:rsid w:val="00744B94"/>
    <w:rsid w:val="00745ED5"/>
    <w:rsid w:val="00747B41"/>
    <w:rsid w:val="007548A3"/>
    <w:rsid w:val="0076198B"/>
    <w:rsid w:val="00766717"/>
    <w:rsid w:val="00772B50"/>
    <w:rsid w:val="00784966"/>
    <w:rsid w:val="007862B7"/>
    <w:rsid w:val="007923D5"/>
    <w:rsid w:val="007964FB"/>
    <w:rsid w:val="007A2043"/>
    <w:rsid w:val="007A64D2"/>
    <w:rsid w:val="007B5FD0"/>
    <w:rsid w:val="007B7F4A"/>
    <w:rsid w:val="007C20ED"/>
    <w:rsid w:val="007D0701"/>
    <w:rsid w:val="007D30D9"/>
    <w:rsid w:val="007D5C7E"/>
    <w:rsid w:val="007D625D"/>
    <w:rsid w:val="007D625F"/>
    <w:rsid w:val="007D7A08"/>
    <w:rsid w:val="007E37B2"/>
    <w:rsid w:val="00804336"/>
    <w:rsid w:val="00813E83"/>
    <w:rsid w:val="008151CC"/>
    <w:rsid w:val="008155EA"/>
    <w:rsid w:val="008169A4"/>
    <w:rsid w:val="008254C7"/>
    <w:rsid w:val="008258FE"/>
    <w:rsid w:val="00830821"/>
    <w:rsid w:val="00833FCC"/>
    <w:rsid w:val="00834EA6"/>
    <w:rsid w:val="00841019"/>
    <w:rsid w:val="00842A0F"/>
    <w:rsid w:val="008510E8"/>
    <w:rsid w:val="008539B0"/>
    <w:rsid w:val="008562AC"/>
    <w:rsid w:val="008625DD"/>
    <w:rsid w:val="00870107"/>
    <w:rsid w:val="00871921"/>
    <w:rsid w:val="00876971"/>
    <w:rsid w:val="00885AEF"/>
    <w:rsid w:val="00887BCD"/>
    <w:rsid w:val="008A3B87"/>
    <w:rsid w:val="008A74AE"/>
    <w:rsid w:val="008B36E0"/>
    <w:rsid w:val="008C43FD"/>
    <w:rsid w:val="008C7FFD"/>
    <w:rsid w:val="008D034B"/>
    <w:rsid w:val="008D643D"/>
    <w:rsid w:val="008E50DB"/>
    <w:rsid w:val="008F0E50"/>
    <w:rsid w:val="008F5AFF"/>
    <w:rsid w:val="008F6C0D"/>
    <w:rsid w:val="00900704"/>
    <w:rsid w:val="009018AB"/>
    <w:rsid w:val="00903E44"/>
    <w:rsid w:val="00916BF8"/>
    <w:rsid w:val="009175CD"/>
    <w:rsid w:val="0092621D"/>
    <w:rsid w:val="009302B0"/>
    <w:rsid w:val="00941BDC"/>
    <w:rsid w:val="0095253A"/>
    <w:rsid w:val="00952DD8"/>
    <w:rsid w:val="00953FCC"/>
    <w:rsid w:val="00954818"/>
    <w:rsid w:val="00956918"/>
    <w:rsid w:val="0096563B"/>
    <w:rsid w:val="00965F32"/>
    <w:rsid w:val="00967320"/>
    <w:rsid w:val="00971AB1"/>
    <w:rsid w:val="009806B7"/>
    <w:rsid w:val="00986E3C"/>
    <w:rsid w:val="00994AC4"/>
    <w:rsid w:val="009A2110"/>
    <w:rsid w:val="009B3D7D"/>
    <w:rsid w:val="009C7975"/>
    <w:rsid w:val="009D64E5"/>
    <w:rsid w:val="009D73DD"/>
    <w:rsid w:val="009E49AF"/>
    <w:rsid w:val="009F37A8"/>
    <w:rsid w:val="009F7E4B"/>
    <w:rsid w:val="00A03713"/>
    <w:rsid w:val="00A06E4B"/>
    <w:rsid w:val="00A07E3B"/>
    <w:rsid w:val="00A1650B"/>
    <w:rsid w:val="00A30C66"/>
    <w:rsid w:val="00A40DAD"/>
    <w:rsid w:val="00A76E33"/>
    <w:rsid w:val="00A92C51"/>
    <w:rsid w:val="00AB1B8E"/>
    <w:rsid w:val="00AB1C54"/>
    <w:rsid w:val="00AC34DB"/>
    <w:rsid w:val="00AC7E82"/>
    <w:rsid w:val="00AE35CA"/>
    <w:rsid w:val="00AF0D4B"/>
    <w:rsid w:val="00B06AA2"/>
    <w:rsid w:val="00B270CC"/>
    <w:rsid w:val="00B338FA"/>
    <w:rsid w:val="00B41C62"/>
    <w:rsid w:val="00B41C9B"/>
    <w:rsid w:val="00B47684"/>
    <w:rsid w:val="00B51BBB"/>
    <w:rsid w:val="00B529F4"/>
    <w:rsid w:val="00B61470"/>
    <w:rsid w:val="00B63EED"/>
    <w:rsid w:val="00B65371"/>
    <w:rsid w:val="00B715DD"/>
    <w:rsid w:val="00B84FBB"/>
    <w:rsid w:val="00BA02B0"/>
    <w:rsid w:val="00BA0E9C"/>
    <w:rsid w:val="00BB1B10"/>
    <w:rsid w:val="00BB3421"/>
    <w:rsid w:val="00BB5C46"/>
    <w:rsid w:val="00BD53A7"/>
    <w:rsid w:val="00BE05AD"/>
    <w:rsid w:val="00BE157F"/>
    <w:rsid w:val="00BE397D"/>
    <w:rsid w:val="00BF6102"/>
    <w:rsid w:val="00C1258E"/>
    <w:rsid w:val="00C155E2"/>
    <w:rsid w:val="00C179C0"/>
    <w:rsid w:val="00C2237B"/>
    <w:rsid w:val="00C26309"/>
    <w:rsid w:val="00C31997"/>
    <w:rsid w:val="00C32EC5"/>
    <w:rsid w:val="00C33A7D"/>
    <w:rsid w:val="00C40DCA"/>
    <w:rsid w:val="00C4118C"/>
    <w:rsid w:val="00C4706D"/>
    <w:rsid w:val="00C5521C"/>
    <w:rsid w:val="00C63C9F"/>
    <w:rsid w:val="00C84902"/>
    <w:rsid w:val="00C97A97"/>
    <w:rsid w:val="00CB63C2"/>
    <w:rsid w:val="00CB63EF"/>
    <w:rsid w:val="00CC1EC2"/>
    <w:rsid w:val="00CC1F5A"/>
    <w:rsid w:val="00CC237F"/>
    <w:rsid w:val="00CC5507"/>
    <w:rsid w:val="00CC693F"/>
    <w:rsid w:val="00CD7A10"/>
    <w:rsid w:val="00CE5A2A"/>
    <w:rsid w:val="00CF58B6"/>
    <w:rsid w:val="00CF7587"/>
    <w:rsid w:val="00D052A5"/>
    <w:rsid w:val="00D143E1"/>
    <w:rsid w:val="00D2144D"/>
    <w:rsid w:val="00D22CDE"/>
    <w:rsid w:val="00D23D8E"/>
    <w:rsid w:val="00D27A65"/>
    <w:rsid w:val="00D31F47"/>
    <w:rsid w:val="00D45BD7"/>
    <w:rsid w:val="00D50483"/>
    <w:rsid w:val="00D57930"/>
    <w:rsid w:val="00D57BB3"/>
    <w:rsid w:val="00D6142E"/>
    <w:rsid w:val="00D6354C"/>
    <w:rsid w:val="00D64B28"/>
    <w:rsid w:val="00D67B78"/>
    <w:rsid w:val="00D706D6"/>
    <w:rsid w:val="00D70B17"/>
    <w:rsid w:val="00D72BEA"/>
    <w:rsid w:val="00D80700"/>
    <w:rsid w:val="00D80F6A"/>
    <w:rsid w:val="00D8301E"/>
    <w:rsid w:val="00D8333B"/>
    <w:rsid w:val="00D91E8F"/>
    <w:rsid w:val="00DA7EDA"/>
    <w:rsid w:val="00DC287C"/>
    <w:rsid w:val="00DC4229"/>
    <w:rsid w:val="00DD4BC8"/>
    <w:rsid w:val="00DE4DC3"/>
    <w:rsid w:val="00DE6B1D"/>
    <w:rsid w:val="00DF76BD"/>
    <w:rsid w:val="00E134FA"/>
    <w:rsid w:val="00E22758"/>
    <w:rsid w:val="00E32495"/>
    <w:rsid w:val="00E3356C"/>
    <w:rsid w:val="00E56166"/>
    <w:rsid w:val="00E60F2A"/>
    <w:rsid w:val="00E74C92"/>
    <w:rsid w:val="00E80861"/>
    <w:rsid w:val="00E8473C"/>
    <w:rsid w:val="00E850CB"/>
    <w:rsid w:val="00E85368"/>
    <w:rsid w:val="00E87A54"/>
    <w:rsid w:val="00E954DB"/>
    <w:rsid w:val="00EA3431"/>
    <w:rsid w:val="00EA7246"/>
    <w:rsid w:val="00EB36FB"/>
    <w:rsid w:val="00EC0EA4"/>
    <w:rsid w:val="00EC1460"/>
    <w:rsid w:val="00EC399D"/>
    <w:rsid w:val="00EC3C02"/>
    <w:rsid w:val="00EC4DF5"/>
    <w:rsid w:val="00ED0D06"/>
    <w:rsid w:val="00ED1593"/>
    <w:rsid w:val="00ED4B59"/>
    <w:rsid w:val="00ED57FF"/>
    <w:rsid w:val="00EE7DCE"/>
    <w:rsid w:val="00F03D11"/>
    <w:rsid w:val="00F04502"/>
    <w:rsid w:val="00F06F35"/>
    <w:rsid w:val="00F11596"/>
    <w:rsid w:val="00F12DEF"/>
    <w:rsid w:val="00F1450F"/>
    <w:rsid w:val="00F22405"/>
    <w:rsid w:val="00F24911"/>
    <w:rsid w:val="00F2744D"/>
    <w:rsid w:val="00F32871"/>
    <w:rsid w:val="00F3622E"/>
    <w:rsid w:val="00F51D05"/>
    <w:rsid w:val="00F52CB2"/>
    <w:rsid w:val="00F5562C"/>
    <w:rsid w:val="00F6210C"/>
    <w:rsid w:val="00F6455A"/>
    <w:rsid w:val="00F65284"/>
    <w:rsid w:val="00F71F14"/>
    <w:rsid w:val="00F77E9D"/>
    <w:rsid w:val="00F832B3"/>
    <w:rsid w:val="00F87279"/>
    <w:rsid w:val="00F944DB"/>
    <w:rsid w:val="00F95B59"/>
    <w:rsid w:val="00FA1583"/>
    <w:rsid w:val="00FA7411"/>
    <w:rsid w:val="00FB1C14"/>
    <w:rsid w:val="00FB301A"/>
    <w:rsid w:val="00FB649B"/>
    <w:rsid w:val="00FC21DD"/>
    <w:rsid w:val="00FC53AD"/>
    <w:rsid w:val="00FC7E89"/>
    <w:rsid w:val="00FD56AD"/>
    <w:rsid w:val="00FE1106"/>
    <w:rsid w:val="00FE1D7D"/>
    <w:rsid w:val="00FE2019"/>
    <w:rsid w:val="00FE286A"/>
    <w:rsid w:val="00FE4FF9"/>
    <w:rsid w:val="00FE5F69"/>
    <w:rsid w:val="00FE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23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C23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C237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C237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C237F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uiPriority w:val="99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FR3">
    <w:name w:val="FR3"/>
    <w:uiPriority w:val="99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742182"/>
    <w:pPr>
      <w:widowControl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C237F"/>
    <w:rPr>
      <w:rFonts w:cs="Times New Roman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742182"/>
    <w:pPr>
      <w:widowControl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C237F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742182"/>
    <w:pPr>
      <w:ind w:firstLine="720"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C237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31997"/>
    <w:rPr>
      <w:rFonts w:cs="Times New Roman"/>
      <w:sz w:val="18"/>
    </w:rPr>
  </w:style>
  <w:style w:type="character" w:styleId="PageNumber">
    <w:name w:val="page number"/>
    <w:basedOn w:val="DefaultParagraphFont"/>
    <w:uiPriority w:val="99"/>
    <w:rsid w:val="007421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5E05"/>
    <w:rPr>
      <w:rFonts w:cs="Times New Roman"/>
      <w:sz w:val="18"/>
      <w:szCs w:val="18"/>
    </w:rPr>
  </w:style>
  <w:style w:type="paragraph" w:customStyle="1" w:styleId="ConsNormal">
    <w:name w:val="ConsNormal"/>
    <w:uiPriority w:val="99"/>
    <w:rsid w:val="0074218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42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742182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42182"/>
    <w:pPr>
      <w:ind w:firstLine="567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C237F"/>
    <w:rPr>
      <w:rFonts w:cs="Times New Roman"/>
      <w:sz w:val="18"/>
      <w:szCs w:val="18"/>
    </w:rPr>
  </w:style>
  <w:style w:type="paragraph" w:customStyle="1" w:styleId="ConsTitle">
    <w:name w:val="ConsTitle"/>
    <w:uiPriority w:val="99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7421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C237F"/>
    <w:rPr>
      <w:rFonts w:cs="Times New Roman"/>
      <w:sz w:val="18"/>
      <w:szCs w:val="18"/>
    </w:rPr>
  </w:style>
  <w:style w:type="paragraph" w:customStyle="1" w:styleId="ConsPlusCell">
    <w:name w:val="ConsPlusCell"/>
    <w:uiPriority w:val="99"/>
    <w:rsid w:val="00FC53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8254C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97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237F"/>
    <w:rPr>
      <w:rFonts w:cs="Times New Roman"/>
      <w:sz w:val="2"/>
    </w:rPr>
  </w:style>
  <w:style w:type="table" w:styleId="TableGrid">
    <w:name w:val="Table Grid"/>
    <w:basedOn w:val="TableNormal"/>
    <w:uiPriority w:val="99"/>
    <w:rsid w:val="008A74AE"/>
    <w:pPr>
      <w:widowControl w:val="0"/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">
    <w:name w:val="Знак1"/>
    <w:basedOn w:val="Normal"/>
    <w:uiPriority w:val="99"/>
    <w:rsid w:val="005761CA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LineNumber">
    <w:name w:val="line number"/>
    <w:basedOn w:val="DefaultParagraphFont"/>
    <w:uiPriority w:val="99"/>
    <w:rsid w:val="00C3199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1461</Words>
  <Characters>8330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subject/>
  <dc:creator>Ольга</dc:creator>
  <cp:keywords/>
  <dc:description/>
  <cp:lastModifiedBy>Пользователь</cp:lastModifiedBy>
  <cp:revision>3</cp:revision>
  <cp:lastPrinted>2016-05-26T11:52:00Z</cp:lastPrinted>
  <dcterms:created xsi:type="dcterms:W3CDTF">2016-06-06T06:35:00Z</dcterms:created>
  <dcterms:modified xsi:type="dcterms:W3CDTF">2016-06-06T06:36:00Z</dcterms:modified>
</cp:coreProperties>
</file>